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E39" w:rsidRDefault="000B6E39" w:rsidP="00AB4937">
      <w:pPr>
        <w:pStyle w:val="Name"/>
        <w:rPr>
          <w:rFonts w:ascii="Arial" w:hAnsi="Arial"/>
          <w:b/>
          <w:sz w:val="35"/>
        </w:rPr>
      </w:pPr>
      <w:r>
        <w:rPr>
          <w:rFonts w:ascii="Arial" w:hAnsi="Arial"/>
          <w:b/>
          <w:sz w:val="35"/>
        </w:rPr>
        <w:t>Rose Hernandez</w:t>
      </w:r>
    </w:p>
    <w:p w:rsidR="000B6E39" w:rsidRDefault="000B6E39" w:rsidP="00AB4937">
      <w:pPr>
        <w:pStyle w:val="Address1"/>
        <w:framePr w:w="2592" w:wrap="notBeside" w:x="7820"/>
        <w:ind w:left="720" w:firstLine="720"/>
        <w:jc w:val="right"/>
        <w:rPr>
          <w:b/>
          <w:sz w:val="17"/>
        </w:rPr>
      </w:pPr>
      <w:r>
        <w:rPr>
          <w:b/>
          <w:sz w:val="17"/>
        </w:rPr>
        <w:t>281-687-2820</w:t>
      </w:r>
    </w:p>
    <w:p w:rsidR="000B6E39" w:rsidRDefault="000B6E39" w:rsidP="00AB4937">
      <w:pPr>
        <w:pStyle w:val="Address1"/>
        <w:framePr w:w="2592" w:wrap="notBeside" w:x="7820"/>
        <w:ind w:left="720"/>
        <w:jc w:val="right"/>
        <w:rPr>
          <w:b/>
          <w:sz w:val="17"/>
        </w:rPr>
      </w:pPr>
      <w:r>
        <w:rPr>
          <w:b/>
          <w:sz w:val="17"/>
        </w:rPr>
        <w:t xml:space="preserve">        </w:t>
      </w:r>
    </w:p>
    <w:p w:rsidR="000B6E39" w:rsidRDefault="000B6E39" w:rsidP="00AB4937">
      <w:pPr>
        <w:pStyle w:val="Address1"/>
        <w:framePr w:w="2592" w:wrap="notBeside" w:x="7820"/>
        <w:jc w:val="right"/>
        <w:rPr>
          <w:b/>
          <w:sz w:val="17"/>
        </w:rPr>
      </w:pPr>
      <w:r>
        <w:rPr>
          <w:b/>
          <w:sz w:val="17"/>
        </w:rPr>
        <w:t xml:space="preserve">   roseahernandez@yahoo.com</w:t>
      </w:r>
    </w:p>
    <w:tbl>
      <w:tblPr>
        <w:tblW w:w="0" w:type="auto"/>
        <w:tblLayout w:type="fixed"/>
        <w:tblLook w:val="0000"/>
      </w:tblPr>
      <w:tblGrid>
        <w:gridCol w:w="2227"/>
        <w:gridCol w:w="6978"/>
      </w:tblGrid>
      <w:tr w:rsidR="000B6E39" w:rsidTr="008D1BF3">
        <w:trPr>
          <w:trHeight w:val="146"/>
        </w:trPr>
        <w:tc>
          <w:tcPr>
            <w:tcW w:w="2227" w:type="dxa"/>
          </w:tcPr>
          <w:p w:rsidR="000B6E39" w:rsidRDefault="000B6E39" w:rsidP="008D1BF3">
            <w:pPr>
              <w:pStyle w:val="SectionTitle"/>
            </w:pPr>
            <w:r>
              <w:t xml:space="preserve">SUMMARY </w:t>
            </w:r>
          </w:p>
        </w:tc>
        <w:tc>
          <w:tcPr>
            <w:tcW w:w="6978" w:type="dxa"/>
          </w:tcPr>
          <w:p w:rsidR="000B6E39" w:rsidRDefault="000B6E39" w:rsidP="008D1BF3">
            <w:pPr>
              <w:pStyle w:val="Achievement"/>
              <w:ind w:left="0" w:firstLine="0"/>
              <w:rPr>
                <w:sz w:val="19"/>
              </w:rPr>
            </w:pPr>
          </w:p>
          <w:p w:rsidR="000B6E39" w:rsidRDefault="000B6E39" w:rsidP="008D1BF3">
            <w:pPr>
              <w:pStyle w:val="Achievement"/>
              <w:ind w:left="0" w:firstLine="0"/>
            </w:pPr>
            <w:r w:rsidRPr="00603549">
              <w:t xml:space="preserve">Goal-oriented </w:t>
            </w:r>
            <w:r w:rsidRPr="00603549">
              <w:rPr>
                <w:b/>
              </w:rPr>
              <w:t>project leader</w:t>
            </w:r>
            <w:r w:rsidRPr="00603549">
              <w:t xml:space="preserve"> with a proven record of accomplishments and client satisfaction in the B2B e</w:t>
            </w:r>
            <w:r>
              <w:t>-Business</w:t>
            </w:r>
            <w:r w:rsidRPr="00603549">
              <w:t>, financial</w:t>
            </w:r>
            <w:r>
              <w:t>, healthcare</w:t>
            </w:r>
            <w:r w:rsidRPr="00603549">
              <w:t xml:space="preserve"> and distribution </w:t>
            </w:r>
            <w:r>
              <w:t>vertical markets</w:t>
            </w:r>
            <w:r w:rsidRPr="00603549">
              <w:t xml:space="preserve">.  Known for ability to never lose sight of the “big picture”, while also meeting demanding deadlines.  </w:t>
            </w:r>
          </w:p>
          <w:p w:rsidR="000B6E39" w:rsidRDefault="000B6E39" w:rsidP="008D1BF3">
            <w:pPr>
              <w:pStyle w:val="Achievement"/>
              <w:ind w:left="0" w:firstLine="0"/>
            </w:pPr>
          </w:p>
          <w:p w:rsidR="000B6E39" w:rsidRPr="00FB2229" w:rsidRDefault="000B6E39" w:rsidP="008D1BF3">
            <w:pPr>
              <w:pStyle w:val="Achievement"/>
              <w:ind w:left="0" w:firstLine="0"/>
              <w:rPr>
                <w:b/>
              </w:rPr>
            </w:pPr>
            <w:r w:rsidRPr="00FB2229">
              <w:rPr>
                <w:b/>
              </w:rPr>
              <w:t>Key Skills:</w:t>
            </w:r>
          </w:p>
          <w:tbl>
            <w:tblPr>
              <w:tblW w:w="6711" w:type="dxa"/>
              <w:tblLayout w:type="fixed"/>
              <w:tblLook w:val="00A0"/>
            </w:tblPr>
            <w:tblGrid>
              <w:gridCol w:w="3397"/>
              <w:gridCol w:w="3314"/>
            </w:tblGrid>
            <w:tr w:rsidR="000B6E39" w:rsidRPr="00FB2229" w:rsidTr="00F252D4">
              <w:trPr>
                <w:trHeight w:val="530"/>
              </w:trPr>
              <w:tc>
                <w:tcPr>
                  <w:tcW w:w="3397" w:type="dxa"/>
                  <w:tcBorders>
                    <w:top w:val="single" w:sz="4" w:space="0" w:color="auto"/>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Project Oversight</w:t>
                  </w:r>
                </w:p>
              </w:tc>
              <w:tc>
                <w:tcPr>
                  <w:tcW w:w="3314" w:type="dxa"/>
                  <w:tcBorders>
                    <w:top w:val="single" w:sz="4" w:space="0" w:color="auto"/>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Service Management coordinator and status reporting manager.</w:t>
                  </w:r>
                </w:p>
              </w:tc>
            </w:tr>
            <w:tr w:rsidR="000B6E39" w:rsidRPr="00FB2229" w:rsidTr="00E77AE1">
              <w:trPr>
                <w:trHeight w:val="77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Project Management</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Multiple, simultaneous projects in an international, distributed environment.</w:t>
                  </w:r>
                </w:p>
              </w:tc>
            </w:tr>
            <w:tr w:rsidR="000B6E39" w:rsidRPr="00FB2229" w:rsidTr="00F252D4">
              <w:trPr>
                <w:trHeight w:val="75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Customer Interface</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Business Requirements</w:t>
                  </w:r>
                  <w:r>
                    <w:rPr>
                      <w:rFonts w:cs="Arial"/>
                      <w:color w:val="000000"/>
                    </w:rPr>
                    <w:t xml:space="preserve"> </w:t>
                  </w:r>
                  <w:r w:rsidRPr="00FB2229">
                    <w:rPr>
                      <w:rFonts w:cs="Arial"/>
                      <w:color w:val="000000"/>
                    </w:rPr>
                    <w:t>definition, status reporting and expectation management up to C-level.</w:t>
                  </w:r>
                </w:p>
              </w:tc>
            </w:tr>
            <w:tr w:rsidR="000B6E39" w:rsidRPr="00FB2229" w:rsidTr="00E77AE1">
              <w:trPr>
                <w:trHeight w:val="522"/>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Analysis</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Business analysis and subject matter expert.</w:t>
                  </w:r>
                </w:p>
              </w:tc>
            </w:tr>
            <w:tr w:rsidR="000B6E39" w:rsidRPr="00FB2229" w:rsidTr="00E77AE1">
              <w:trPr>
                <w:trHeight w:val="77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Training</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Course</w:t>
                  </w:r>
                  <w:r>
                    <w:rPr>
                      <w:rFonts w:cs="Arial"/>
                      <w:color w:val="000000"/>
                    </w:rPr>
                    <w:t>-</w:t>
                  </w:r>
                  <w:r w:rsidRPr="00FB2229">
                    <w:rPr>
                      <w:rFonts w:cs="Arial"/>
                      <w:color w:val="000000"/>
                    </w:rPr>
                    <w:t>ware creation and training on complex, often technical subjects.</w:t>
                  </w:r>
                </w:p>
              </w:tc>
            </w:tr>
            <w:tr w:rsidR="000B6E39" w:rsidRPr="00FB2229" w:rsidTr="00E77AE1">
              <w:trPr>
                <w:trHeight w:val="522"/>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Pr>
                      <w:rFonts w:cs="Arial"/>
                      <w:color w:val="000000"/>
                    </w:rPr>
                    <w:t>People Management</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Management of direct and indirect reports.</w:t>
                  </w:r>
                </w:p>
              </w:tc>
            </w:tr>
            <w:tr w:rsidR="000B6E39" w:rsidRPr="00FB2229" w:rsidTr="00F252D4">
              <w:trPr>
                <w:trHeight w:val="57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Issue Problem Solving and Mediation</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Point of contact for esca</w:t>
                  </w:r>
                  <w:r>
                    <w:rPr>
                      <w:rFonts w:cs="Arial"/>
                      <w:color w:val="000000"/>
                    </w:rPr>
                    <w:t xml:space="preserve">lation by internal and external </w:t>
                  </w:r>
                  <w:r w:rsidRPr="00FB2229">
                    <w:rPr>
                      <w:rFonts w:cs="Arial"/>
                      <w:color w:val="000000"/>
                    </w:rPr>
                    <w:t>customers.</w:t>
                  </w:r>
                </w:p>
              </w:tc>
            </w:tr>
          </w:tbl>
          <w:p w:rsidR="000B6E39" w:rsidRPr="00603549" w:rsidRDefault="000B6E39" w:rsidP="008D1BF3">
            <w:pPr>
              <w:pStyle w:val="Achievement"/>
              <w:ind w:left="0" w:firstLine="0"/>
            </w:pPr>
          </w:p>
        </w:tc>
      </w:tr>
      <w:tr w:rsidR="000B6E39" w:rsidTr="008D1BF3">
        <w:trPr>
          <w:trHeight w:val="90"/>
        </w:trPr>
        <w:tc>
          <w:tcPr>
            <w:tcW w:w="2227" w:type="dxa"/>
          </w:tcPr>
          <w:p w:rsidR="000B6E39" w:rsidRDefault="000B6E39" w:rsidP="008D1BF3">
            <w:pPr>
              <w:pStyle w:val="SectionTitle"/>
            </w:pPr>
            <w:r>
              <w:t>PROFESSIONAL EXPERIENCE</w:t>
            </w:r>
          </w:p>
        </w:tc>
        <w:tc>
          <w:tcPr>
            <w:tcW w:w="6978" w:type="dxa"/>
          </w:tcPr>
          <w:p w:rsidR="000B6E39" w:rsidRDefault="000B6E39" w:rsidP="008D1BF3">
            <w:pPr>
              <w:pStyle w:val="CompanyName"/>
            </w:pPr>
          </w:p>
          <w:p w:rsidR="000B6E39" w:rsidRPr="00E00F21" w:rsidRDefault="000B6E39" w:rsidP="0098470D">
            <w:pPr>
              <w:pStyle w:val="CompanyName"/>
            </w:pPr>
            <w:r>
              <w:rPr>
                <w:u w:val="single"/>
              </w:rPr>
              <w:t>Wells Fargo</w:t>
            </w:r>
            <w:r>
              <w:t>,</w:t>
            </w:r>
            <w:r>
              <w:rPr>
                <w:u w:val="single"/>
              </w:rPr>
              <w:t xml:space="preserve"> </w:t>
            </w:r>
            <w:r w:rsidRPr="00E00F21">
              <w:t xml:space="preserve"> </w:t>
            </w:r>
            <w:r>
              <w:t xml:space="preserve">Houston, </w:t>
            </w:r>
            <w:smartTag w:uri="urn:schemas-microsoft-com:office:smarttags" w:element="State">
              <w:smartTag w:uri="urn:schemas-microsoft-com:office:smarttags" w:element="place">
                <w:r>
                  <w:t>Texas</w:t>
                </w:r>
              </w:smartTag>
            </w:smartTag>
            <w:r>
              <w:t xml:space="preserve">     </w:t>
            </w:r>
            <w:r w:rsidRPr="00E00F21">
              <w:t xml:space="preserve">                 </w:t>
            </w:r>
            <w:r>
              <w:t xml:space="preserve">  </w:t>
            </w:r>
            <w:r w:rsidRPr="00E00F21">
              <w:t xml:space="preserve">  </w:t>
            </w:r>
            <w:r>
              <w:t>March 2011-present</w:t>
            </w:r>
          </w:p>
          <w:p w:rsidR="000B6E39" w:rsidRDefault="000B6E39" w:rsidP="008D1BF3">
            <w:pPr>
              <w:pStyle w:val="CompanyName"/>
              <w:rPr>
                <w:u w:val="single"/>
              </w:rPr>
            </w:pPr>
            <w:r>
              <w:t>Senior Business Analyst, Information Security Technology PMO</w:t>
            </w:r>
          </w:p>
          <w:p w:rsidR="000B6E39" w:rsidRDefault="000B6E39" w:rsidP="0098470D">
            <w:pPr>
              <w:pStyle w:val="NormalBlack"/>
              <w:numPr>
                <w:ilvl w:val="0"/>
                <w:numId w:val="5"/>
              </w:numPr>
            </w:pPr>
            <w:r w:rsidRPr="0098470D">
              <w:t>Responsible</w:t>
            </w:r>
            <w:r>
              <w:t xml:space="preserve"> for the analysis, maintenance,</w:t>
            </w:r>
            <w:r w:rsidRPr="0098470D">
              <w:t xml:space="preserve"> enhancement and control of the organization's </w:t>
            </w:r>
            <w:r>
              <w:t>data.</w:t>
            </w:r>
          </w:p>
          <w:p w:rsidR="000B6E39" w:rsidRDefault="000B6E39" w:rsidP="0098470D">
            <w:pPr>
              <w:pStyle w:val="NormalBlack"/>
              <w:numPr>
                <w:ilvl w:val="0"/>
                <w:numId w:val="5"/>
              </w:numPr>
            </w:pPr>
            <w:r>
              <w:t>Create and analyze metric reporting.</w:t>
            </w:r>
          </w:p>
          <w:p w:rsidR="000B6E39" w:rsidRDefault="000B6E39" w:rsidP="0098470D">
            <w:pPr>
              <w:pStyle w:val="NormalBlack"/>
              <w:numPr>
                <w:ilvl w:val="0"/>
                <w:numId w:val="5"/>
              </w:numPr>
            </w:pPr>
            <w:r>
              <w:t>Responsible for SDLC documentation for project deliverables.</w:t>
            </w:r>
          </w:p>
          <w:p w:rsidR="000B6E39" w:rsidRDefault="000B6E39" w:rsidP="0098470D">
            <w:pPr>
              <w:pStyle w:val="NormalBlack"/>
              <w:numPr>
                <w:ilvl w:val="0"/>
                <w:numId w:val="5"/>
              </w:numPr>
            </w:pPr>
            <w:r>
              <w:t>Engage with lines of business and tracks progress of deliverables.</w:t>
            </w:r>
          </w:p>
          <w:p w:rsidR="000B6E39" w:rsidRDefault="000B6E39" w:rsidP="0098470D">
            <w:pPr>
              <w:pStyle w:val="NormalBlack"/>
              <w:numPr>
                <w:ilvl w:val="0"/>
                <w:numId w:val="5"/>
              </w:numPr>
            </w:pPr>
            <w:r>
              <w:t>Manage/schedule communications to project participants, including notices, reminders, agendas, minutes, etc.</w:t>
            </w:r>
          </w:p>
          <w:p w:rsidR="000B6E39" w:rsidRDefault="000B6E39" w:rsidP="0098470D">
            <w:pPr>
              <w:pStyle w:val="NormalBlack"/>
              <w:numPr>
                <w:ilvl w:val="0"/>
                <w:numId w:val="5"/>
              </w:numPr>
            </w:pPr>
            <w:r>
              <w:t>Provide follow-up and tracking of required approvals for project outputs and deliverables, including responsibility for posting documents in archival and reporting systems.</w:t>
            </w:r>
          </w:p>
          <w:p w:rsidR="000B6E39" w:rsidRDefault="000B6E39" w:rsidP="0098470D">
            <w:pPr>
              <w:pStyle w:val="NormalBlack"/>
              <w:numPr>
                <w:ilvl w:val="0"/>
                <w:numId w:val="5"/>
              </w:numPr>
            </w:pPr>
            <w:r>
              <w:t>Assist the project manager in producing project management documents (schedules, reports, financials, etc.).</w:t>
            </w:r>
          </w:p>
          <w:p w:rsidR="000B6E39" w:rsidRDefault="000B6E39" w:rsidP="0098470D">
            <w:pPr>
              <w:pStyle w:val="NormalBlack"/>
              <w:numPr>
                <w:ilvl w:val="0"/>
                <w:numId w:val="5"/>
              </w:numPr>
            </w:pPr>
            <w:r>
              <w:t>Maintain project action, issue and risk logs.</w:t>
            </w:r>
          </w:p>
          <w:p w:rsidR="000B6E39" w:rsidRPr="00C95F09" w:rsidRDefault="000B6E39" w:rsidP="008D1BF3">
            <w:pPr>
              <w:pStyle w:val="NormalBlack"/>
              <w:numPr>
                <w:ilvl w:val="0"/>
                <w:numId w:val="5"/>
              </w:numPr>
              <w:rPr>
                <w:u w:val="single"/>
              </w:rPr>
            </w:pPr>
            <w:r>
              <w:t>Responsible for requirements definition, project coordination, process development and report/metrics generation.</w:t>
            </w:r>
          </w:p>
          <w:p w:rsidR="000B6E39" w:rsidRPr="001832D4" w:rsidRDefault="000B6E39" w:rsidP="00C95F09">
            <w:pPr>
              <w:pStyle w:val="NormalBlack"/>
              <w:numPr>
                <w:ilvl w:val="0"/>
                <w:numId w:val="0"/>
              </w:numPr>
              <w:ind w:left="360"/>
              <w:rPr>
                <w:u w:val="single"/>
              </w:rPr>
            </w:pPr>
          </w:p>
          <w:p w:rsidR="000B6E39" w:rsidRDefault="000B6E39" w:rsidP="001832D4">
            <w:pPr>
              <w:pStyle w:val="Achievement"/>
              <w:rPr>
                <w:b/>
                <w:sz w:val="19"/>
              </w:rPr>
            </w:pPr>
            <w:r>
              <w:rPr>
                <w:b/>
                <w:sz w:val="19"/>
              </w:rPr>
              <w:t xml:space="preserve">Selected accomplishment: </w:t>
            </w:r>
          </w:p>
          <w:p w:rsidR="000B6E39" w:rsidRDefault="000B6E39" w:rsidP="001832D4">
            <w:pPr>
              <w:pStyle w:val="Achievement"/>
              <w:ind w:left="0" w:firstLine="0"/>
              <w:rPr>
                <w:i/>
                <w:sz w:val="19"/>
              </w:rPr>
            </w:pPr>
            <w:r>
              <w:rPr>
                <w:i/>
                <w:sz w:val="19"/>
              </w:rPr>
              <w:t>Assumed the role of acting project manager after the Senior Project Manager was required to roll off prior to project’s completion due to company tenure policy. Project deliverables were still completed within the required time-frame defined by Audit.</w:t>
            </w:r>
          </w:p>
          <w:p w:rsidR="000B6E39" w:rsidRPr="00AC3E4A" w:rsidRDefault="000B6E39" w:rsidP="001832D4">
            <w:pPr>
              <w:pStyle w:val="Achievement"/>
              <w:ind w:left="0" w:firstLine="0"/>
              <w:rPr>
                <w:i/>
                <w:sz w:val="19"/>
              </w:rPr>
            </w:pPr>
          </w:p>
          <w:p w:rsidR="000B6E39" w:rsidRPr="00E00F21" w:rsidRDefault="000B6E39" w:rsidP="008D1BF3">
            <w:pPr>
              <w:pStyle w:val="CompanyName"/>
            </w:pPr>
            <w:r w:rsidRPr="00E00F21">
              <w:rPr>
                <w:u w:val="single"/>
              </w:rPr>
              <w:t>CEVA Logistics,</w:t>
            </w:r>
            <w:r w:rsidRPr="00E00F21">
              <w:t xml:space="preserve"> </w:t>
            </w:r>
            <w:smartTag w:uri="urn:schemas-microsoft-com:office:smarttags" w:element="City">
              <w:smartTag w:uri="urn:schemas-microsoft-com:office:smarttags" w:element="place">
                <w:r w:rsidRPr="00E00F21">
                  <w:t>Houston</w:t>
                </w:r>
              </w:smartTag>
            </w:smartTag>
            <w:r w:rsidRPr="00E00F21">
              <w:t>, Texas                          2008-</w:t>
            </w:r>
            <w:r>
              <w:t>March 2011</w:t>
            </w:r>
          </w:p>
          <w:p w:rsidR="000B6E39" w:rsidRPr="00E00F21" w:rsidRDefault="000B6E39" w:rsidP="008D1BF3">
            <w:pPr>
              <w:pStyle w:val="CompanyName"/>
            </w:pPr>
            <w:r w:rsidRPr="00E00F21">
              <w:t xml:space="preserve">Regional Project </w:t>
            </w:r>
            <w:r>
              <w:t>/ Service Management</w:t>
            </w:r>
            <w:r w:rsidRPr="00E00F21">
              <w:t xml:space="preserve"> Coordinator</w:t>
            </w:r>
            <w:r>
              <w:t xml:space="preserve"> </w:t>
            </w:r>
          </w:p>
          <w:p w:rsidR="000B6E39" w:rsidRPr="00E00F21" w:rsidRDefault="000B6E39" w:rsidP="00AB4937">
            <w:pPr>
              <w:pStyle w:val="NormalBlack"/>
              <w:numPr>
                <w:ilvl w:val="0"/>
                <w:numId w:val="5"/>
              </w:numPr>
            </w:pPr>
            <w:r w:rsidRPr="00E00F21">
              <w:t>Capture</w:t>
            </w:r>
            <w:r>
              <w:t>d</w:t>
            </w:r>
            <w:r w:rsidRPr="00E00F21">
              <w:t xml:space="preserve"> requests and track</w:t>
            </w:r>
            <w:r>
              <w:t>ed</w:t>
            </w:r>
            <w:r w:rsidRPr="00E00F21">
              <w:t xml:space="preserve"> them during the validation, prioritization and approval process.</w:t>
            </w:r>
          </w:p>
          <w:p w:rsidR="000B6E39" w:rsidRPr="00E00F21" w:rsidRDefault="000B6E39" w:rsidP="00AB4937">
            <w:pPr>
              <w:pStyle w:val="NormalBlack"/>
              <w:numPr>
                <w:ilvl w:val="0"/>
                <w:numId w:val="5"/>
              </w:numPr>
            </w:pPr>
            <w:r>
              <w:t>Defined and v</w:t>
            </w:r>
            <w:r w:rsidRPr="00E00F21">
              <w:t>alidate</w:t>
            </w:r>
            <w:r>
              <w:t>d</w:t>
            </w:r>
            <w:r w:rsidRPr="00E00F21">
              <w:t xml:space="preserve"> project request details with the business and customer.</w:t>
            </w:r>
          </w:p>
          <w:p w:rsidR="000B6E39" w:rsidRPr="00E00F21" w:rsidRDefault="000B6E39" w:rsidP="00AB4937">
            <w:pPr>
              <w:pStyle w:val="NormalBlack"/>
              <w:numPr>
                <w:ilvl w:val="0"/>
                <w:numId w:val="5"/>
              </w:numPr>
            </w:pPr>
            <w:r w:rsidRPr="00E00F21">
              <w:t>Gather</w:t>
            </w:r>
            <w:r>
              <w:t>ed</w:t>
            </w:r>
            <w:r w:rsidRPr="00E00F21">
              <w:t xml:space="preserve"> and document</w:t>
            </w:r>
            <w:r>
              <w:t>ed</w:t>
            </w:r>
            <w:r w:rsidRPr="00E00F21">
              <w:t xml:space="preserve"> high-level project </w:t>
            </w:r>
            <w:r>
              <w:t xml:space="preserve">business </w:t>
            </w:r>
            <w:r w:rsidRPr="00E00F21">
              <w:t>requirements.</w:t>
            </w:r>
          </w:p>
          <w:p w:rsidR="000B6E39" w:rsidRPr="00E00F21" w:rsidRDefault="000B6E39" w:rsidP="00AB4937">
            <w:pPr>
              <w:pStyle w:val="NormalBlack"/>
              <w:numPr>
                <w:ilvl w:val="0"/>
                <w:numId w:val="5"/>
              </w:numPr>
            </w:pPr>
            <w:r>
              <w:t>Identified</w:t>
            </w:r>
            <w:r w:rsidRPr="00E00F21">
              <w:t xml:space="preserve"> operational processes</w:t>
            </w:r>
            <w:r>
              <w:t>, process gaps</w:t>
            </w:r>
            <w:r w:rsidRPr="00E00F21">
              <w:t xml:space="preserve"> and project impact.</w:t>
            </w:r>
          </w:p>
          <w:p w:rsidR="000B6E39" w:rsidRPr="00E00F21" w:rsidRDefault="000B6E39" w:rsidP="00AB4937">
            <w:pPr>
              <w:pStyle w:val="NormalBlack"/>
              <w:numPr>
                <w:ilvl w:val="0"/>
                <w:numId w:val="5"/>
              </w:numPr>
            </w:pPr>
            <w:r w:rsidRPr="00E00F21">
              <w:t>Coordinate</w:t>
            </w:r>
            <w:r>
              <w:t>d</w:t>
            </w:r>
            <w:r w:rsidRPr="00E00F21">
              <w:t xml:space="preserve"> </w:t>
            </w:r>
            <w:r>
              <w:t xml:space="preserve">and </w:t>
            </w:r>
            <w:r w:rsidRPr="00E00F21">
              <w:t>define</w:t>
            </w:r>
            <w:r>
              <w:t>d</w:t>
            </w:r>
            <w:r w:rsidRPr="00E00F21">
              <w:t xml:space="preserve"> level of effort estimates</w:t>
            </w:r>
            <w:r>
              <w:t xml:space="preserve"> </w:t>
            </w:r>
            <w:r w:rsidRPr="00E00F21">
              <w:t xml:space="preserve">with regional and global </w:t>
            </w:r>
            <w:r>
              <w:t xml:space="preserve">business </w:t>
            </w:r>
            <w:r w:rsidRPr="00E00F21">
              <w:t xml:space="preserve">teams </w:t>
            </w:r>
          </w:p>
          <w:p w:rsidR="000B6E39" w:rsidRDefault="000B6E39" w:rsidP="00AB4937">
            <w:pPr>
              <w:pStyle w:val="NormalBlack"/>
              <w:numPr>
                <w:ilvl w:val="0"/>
                <w:numId w:val="5"/>
              </w:numPr>
            </w:pPr>
            <w:r w:rsidRPr="00E00F21">
              <w:t>Prioritize</w:t>
            </w:r>
            <w:r>
              <w:t>d</w:t>
            </w:r>
            <w:r w:rsidRPr="00E00F21">
              <w:t xml:space="preserve"> project requests with business input based on the input from a standardized project priority scoring model and obtain</w:t>
            </w:r>
            <w:r>
              <w:t>ed</w:t>
            </w:r>
            <w:r w:rsidRPr="00E00F21">
              <w:t xml:space="preserve"> appropriate approvals.</w:t>
            </w:r>
          </w:p>
          <w:p w:rsidR="000B6E39" w:rsidRDefault="000B6E39" w:rsidP="008D1BF3">
            <w:pPr>
              <w:pStyle w:val="NormalBlack"/>
              <w:numPr>
                <w:ilvl w:val="0"/>
                <w:numId w:val="5"/>
              </w:numPr>
            </w:pPr>
            <w:r>
              <w:t>Assisted in the implementation of projects and new processes within Service Management.</w:t>
            </w:r>
          </w:p>
          <w:p w:rsidR="000B6E39" w:rsidRDefault="000B6E39" w:rsidP="008D1BF3">
            <w:pPr>
              <w:pStyle w:val="NormalBlack"/>
              <w:numPr>
                <w:ilvl w:val="0"/>
                <w:numId w:val="5"/>
              </w:numPr>
            </w:pPr>
            <w:r>
              <w:t>Managed Service Management related projects.</w:t>
            </w:r>
          </w:p>
          <w:p w:rsidR="000B6E39" w:rsidRDefault="000B6E39" w:rsidP="00C95F09">
            <w:pPr>
              <w:pStyle w:val="NormalBlack"/>
              <w:numPr>
                <w:ilvl w:val="0"/>
                <w:numId w:val="0"/>
              </w:numPr>
              <w:ind w:left="360"/>
            </w:pPr>
          </w:p>
          <w:p w:rsidR="000B6E39" w:rsidRDefault="000B6E39" w:rsidP="00C95F09">
            <w:pPr>
              <w:pStyle w:val="Achievement"/>
              <w:ind w:left="0" w:firstLine="0"/>
              <w:rPr>
                <w:b/>
                <w:sz w:val="19"/>
              </w:rPr>
            </w:pPr>
            <w:r>
              <w:rPr>
                <w:b/>
                <w:sz w:val="19"/>
              </w:rPr>
              <w:t>Selected accomplishment:</w:t>
            </w:r>
          </w:p>
          <w:p w:rsidR="000B6E39" w:rsidRDefault="000B6E39" w:rsidP="00C95F09">
            <w:pPr>
              <w:pStyle w:val="NormalBlack"/>
              <w:numPr>
                <w:ilvl w:val="0"/>
                <w:numId w:val="0"/>
              </w:numPr>
            </w:pPr>
            <w:r>
              <w:rPr>
                <w:i/>
                <w:sz w:val="19"/>
              </w:rPr>
              <w:t xml:space="preserve">Integral to the building of a new Service Management organization from the ground up and establishing one point of entry for all projects via an e-Portal into the IT group. </w:t>
            </w:r>
          </w:p>
          <w:p w:rsidR="000B6E39" w:rsidRDefault="000B6E39" w:rsidP="006807C3">
            <w:pPr>
              <w:pStyle w:val="NormalBlack"/>
              <w:numPr>
                <w:ilvl w:val="0"/>
                <w:numId w:val="0"/>
              </w:numPr>
              <w:ind w:left="360"/>
            </w:pPr>
          </w:p>
          <w:p w:rsidR="000B6E39" w:rsidRPr="00E00F21" w:rsidRDefault="000B6E39" w:rsidP="008D1BF3">
            <w:pPr>
              <w:pStyle w:val="CompanyName"/>
              <w:tabs>
                <w:tab w:val="clear" w:pos="5528"/>
                <w:tab w:val="left" w:pos="5603"/>
              </w:tabs>
            </w:pPr>
            <w:r w:rsidRPr="00E00F21">
              <w:rPr>
                <w:u w:val="single"/>
              </w:rPr>
              <w:t xml:space="preserve">Bank of </w:t>
            </w:r>
            <w:smartTag w:uri="urn:schemas-microsoft-com:office:smarttags" w:element="State">
              <w:r w:rsidRPr="00E00F21">
                <w:rPr>
                  <w:u w:val="single"/>
                </w:rPr>
                <w:t>New York</w:t>
              </w:r>
            </w:smartTag>
            <w:r w:rsidRPr="00E00F21">
              <w:rPr>
                <w:u w:val="single"/>
              </w:rPr>
              <w:t>,</w:t>
            </w:r>
            <w:r w:rsidRPr="00E00F21">
              <w:t xml:space="preserve"> </w:t>
            </w:r>
            <w:smartTag w:uri="urn:schemas-microsoft-com:office:smarttags" w:element="City">
              <w:smartTag w:uri="urn:schemas-microsoft-com:office:smarttags" w:element="place">
                <w:r w:rsidRPr="00E00F21">
                  <w:t>Houston</w:t>
                </w:r>
              </w:smartTag>
            </w:smartTag>
            <w:r w:rsidRPr="00E00F21">
              <w:t xml:space="preserve">, Texas                          </w:t>
            </w:r>
            <w:r>
              <w:t xml:space="preserve">     </w:t>
            </w:r>
            <w:r w:rsidRPr="00E00F21">
              <w:t>2005-2008</w:t>
            </w:r>
          </w:p>
          <w:p w:rsidR="000B6E39" w:rsidRPr="00E00F21" w:rsidRDefault="000B6E39" w:rsidP="008D1BF3">
            <w:pPr>
              <w:pStyle w:val="CompanyName"/>
            </w:pPr>
            <w:r w:rsidRPr="00E00F21">
              <w:t>Project Analyst</w:t>
            </w:r>
            <w:r>
              <w:t>, Corporate Trust</w:t>
            </w:r>
            <w:r w:rsidRPr="00E00F21">
              <w:t xml:space="preserve"> (2006-2008)</w:t>
            </w:r>
          </w:p>
          <w:p w:rsidR="000B6E39" w:rsidRPr="00603549" w:rsidRDefault="000B6E39" w:rsidP="00AB4937">
            <w:pPr>
              <w:numPr>
                <w:ilvl w:val="0"/>
                <w:numId w:val="4"/>
              </w:numPr>
              <w:rPr>
                <w:rFonts w:cs="Arial"/>
                <w:noProof/>
                <w:color w:val="000000"/>
              </w:rPr>
            </w:pPr>
            <w:r w:rsidRPr="00603549">
              <w:rPr>
                <w:rFonts w:cs="Arial"/>
                <w:noProof/>
                <w:color w:val="000000"/>
              </w:rPr>
              <w:t>Developed an approved implementation plan for financial software and other business projects.</w:t>
            </w:r>
            <w:r>
              <w:rPr>
                <w:rFonts w:cs="Arial"/>
                <w:noProof/>
                <w:color w:val="000000"/>
              </w:rPr>
              <w:t xml:space="preserve"> This plan impacted implementation effectiveness by meeting the trustee’s fiduciary obligation, while also creating efficiencies in the business processes.</w:t>
            </w:r>
          </w:p>
          <w:p w:rsidR="000B6E39" w:rsidRPr="00603549" w:rsidRDefault="000B6E39" w:rsidP="00AB4937">
            <w:pPr>
              <w:numPr>
                <w:ilvl w:val="0"/>
                <w:numId w:val="4"/>
              </w:numPr>
              <w:rPr>
                <w:rFonts w:cs="Arial"/>
                <w:noProof/>
                <w:color w:val="000000"/>
              </w:rPr>
            </w:pPr>
            <w:r>
              <w:rPr>
                <w:rFonts w:cs="Arial"/>
                <w:noProof/>
                <w:color w:val="000000"/>
              </w:rPr>
              <w:t xml:space="preserve">Assisted in the completion of multiple </w:t>
            </w:r>
            <w:r w:rsidRPr="00603549">
              <w:rPr>
                <w:rFonts w:cs="Arial"/>
                <w:noProof/>
                <w:color w:val="000000"/>
              </w:rPr>
              <w:t>projects on time and budget.</w:t>
            </w:r>
          </w:p>
          <w:p w:rsidR="000B6E39" w:rsidRPr="00603549" w:rsidRDefault="000B6E39" w:rsidP="00AB4937">
            <w:pPr>
              <w:numPr>
                <w:ilvl w:val="0"/>
                <w:numId w:val="4"/>
              </w:numPr>
              <w:rPr>
                <w:rFonts w:cs="Arial"/>
                <w:noProof/>
                <w:color w:val="000000"/>
              </w:rPr>
            </w:pPr>
            <w:r w:rsidRPr="00603549">
              <w:rPr>
                <w:rFonts w:cs="Arial"/>
                <w:noProof/>
                <w:color w:val="000000"/>
              </w:rPr>
              <w:t xml:space="preserve">Acted as </w:t>
            </w:r>
            <w:r>
              <w:rPr>
                <w:rFonts w:cs="Arial"/>
                <w:noProof/>
                <w:color w:val="000000"/>
              </w:rPr>
              <w:t xml:space="preserve">consultative business </w:t>
            </w:r>
            <w:r w:rsidRPr="00603549">
              <w:rPr>
                <w:rFonts w:cs="Arial"/>
                <w:noProof/>
                <w:color w:val="000000"/>
              </w:rPr>
              <w:t>subject matter expert for projects.</w:t>
            </w:r>
          </w:p>
          <w:p w:rsidR="000B6E39" w:rsidRPr="00603549" w:rsidRDefault="000B6E39" w:rsidP="00AB4937">
            <w:pPr>
              <w:numPr>
                <w:ilvl w:val="0"/>
                <w:numId w:val="4"/>
              </w:numPr>
              <w:rPr>
                <w:rFonts w:cs="Arial"/>
                <w:noProof/>
                <w:color w:val="000000"/>
              </w:rPr>
            </w:pPr>
            <w:r>
              <w:rPr>
                <w:rFonts w:cs="Arial"/>
                <w:noProof/>
                <w:color w:val="000000"/>
              </w:rPr>
              <w:t xml:space="preserve">Defined and published </w:t>
            </w:r>
            <w:r w:rsidRPr="00603549">
              <w:rPr>
                <w:rFonts w:cs="Arial"/>
                <w:noProof/>
                <w:color w:val="000000"/>
              </w:rPr>
              <w:t xml:space="preserve"> workflows and business requirements.  </w:t>
            </w:r>
          </w:p>
          <w:p w:rsidR="000B6E39" w:rsidRPr="00603549" w:rsidRDefault="000B6E39" w:rsidP="00AB4937">
            <w:pPr>
              <w:numPr>
                <w:ilvl w:val="0"/>
                <w:numId w:val="4"/>
              </w:numPr>
              <w:rPr>
                <w:rFonts w:cs="Arial"/>
                <w:noProof/>
                <w:color w:val="000000"/>
              </w:rPr>
            </w:pPr>
            <w:r w:rsidRPr="00603549">
              <w:rPr>
                <w:rFonts w:cs="Arial"/>
                <w:noProof/>
                <w:color w:val="000000"/>
              </w:rPr>
              <w:t xml:space="preserve">Created performance reports and dashboards </w:t>
            </w:r>
            <w:r>
              <w:rPr>
                <w:rFonts w:cs="Arial"/>
                <w:noProof/>
                <w:color w:val="000000"/>
              </w:rPr>
              <w:t xml:space="preserve">(KPI’s) </w:t>
            </w:r>
            <w:r w:rsidRPr="00603549">
              <w:rPr>
                <w:rFonts w:cs="Arial"/>
                <w:noProof/>
                <w:color w:val="000000"/>
              </w:rPr>
              <w:t>for senior management.</w:t>
            </w:r>
          </w:p>
          <w:p w:rsidR="000B6E39" w:rsidRPr="00603549" w:rsidRDefault="000B6E39" w:rsidP="00AB4937">
            <w:pPr>
              <w:numPr>
                <w:ilvl w:val="0"/>
                <w:numId w:val="4"/>
              </w:numPr>
              <w:rPr>
                <w:rFonts w:cs="Arial"/>
                <w:noProof/>
                <w:color w:val="000000"/>
              </w:rPr>
            </w:pPr>
            <w:r w:rsidRPr="00603549">
              <w:rPr>
                <w:rFonts w:cs="Arial"/>
                <w:noProof/>
                <w:color w:val="000000"/>
              </w:rPr>
              <w:t>Supported project closure</w:t>
            </w:r>
            <w:r>
              <w:rPr>
                <w:rFonts w:cs="Arial"/>
                <w:noProof/>
                <w:color w:val="000000"/>
              </w:rPr>
              <w:t xml:space="preserve"> by completing project deliverables and transferring responsibility of software and documentation.</w:t>
            </w:r>
          </w:p>
          <w:p w:rsidR="000B6E39" w:rsidRPr="0001648C" w:rsidRDefault="000B6E39" w:rsidP="008D1BF3">
            <w:pPr>
              <w:pStyle w:val="CompanyName"/>
              <w:rPr>
                <w:sz w:val="16"/>
                <w:szCs w:val="16"/>
              </w:rPr>
            </w:pPr>
          </w:p>
          <w:p w:rsidR="000B6E39" w:rsidRPr="00E00F21" w:rsidRDefault="000B6E39" w:rsidP="008D1BF3">
            <w:pPr>
              <w:pStyle w:val="CompanyName"/>
            </w:pPr>
            <w:r w:rsidRPr="00E00F21">
              <w:t>Conversion Analyst</w:t>
            </w:r>
            <w:r>
              <w:t>, Corporate Trust</w:t>
            </w:r>
            <w:r w:rsidRPr="00E00F21">
              <w:t xml:space="preserve"> (contract 2005-2006)</w:t>
            </w:r>
          </w:p>
          <w:p w:rsidR="000B6E39" w:rsidRPr="00603549" w:rsidRDefault="000B6E39" w:rsidP="00AB4937">
            <w:pPr>
              <w:pStyle w:val="NormalBlack"/>
              <w:numPr>
                <w:ilvl w:val="0"/>
                <w:numId w:val="6"/>
              </w:numPr>
            </w:pPr>
            <w:r w:rsidRPr="00603549">
              <w:t>Converted compliance reporting system for large Collateralized Debt Obligations</w:t>
            </w:r>
            <w:r>
              <w:t xml:space="preserve"> (CDO) resulting in the required legal compliance as trustee.</w:t>
            </w:r>
          </w:p>
          <w:p w:rsidR="000B6E39" w:rsidRPr="00603549" w:rsidRDefault="000B6E39" w:rsidP="00AB4937">
            <w:pPr>
              <w:pStyle w:val="NormalBlack"/>
              <w:numPr>
                <w:ilvl w:val="0"/>
                <w:numId w:val="6"/>
              </w:numPr>
            </w:pPr>
            <w:r w:rsidRPr="00603549">
              <w:t>Reviewed and interpreted the legal documents on the complex nature of financial deals as needed for conversion.</w:t>
            </w:r>
            <w:r>
              <w:t xml:space="preserve"> This included ensuring that all the tests required against the CDO deal were reflected in the new software and were legally compliant.  </w:t>
            </w:r>
          </w:p>
          <w:p w:rsidR="000B6E39" w:rsidRPr="00603549" w:rsidRDefault="000B6E39" w:rsidP="00AB4937">
            <w:pPr>
              <w:pStyle w:val="NormalBlack"/>
              <w:numPr>
                <w:ilvl w:val="0"/>
                <w:numId w:val="6"/>
              </w:numPr>
            </w:pPr>
            <w:r w:rsidRPr="00603549">
              <w:t>Completed software model review against legal documents.</w:t>
            </w:r>
          </w:p>
          <w:p w:rsidR="000B6E39" w:rsidRPr="00603549" w:rsidRDefault="000B6E39" w:rsidP="00AB4937">
            <w:pPr>
              <w:pStyle w:val="NormalBlack"/>
              <w:numPr>
                <w:ilvl w:val="0"/>
                <w:numId w:val="6"/>
              </w:numPr>
            </w:pPr>
            <w:r w:rsidRPr="00603549">
              <w:t>Conducted quality assurance between the conversion application and the legacy application.</w:t>
            </w:r>
          </w:p>
          <w:p w:rsidR="000B6E39" w:rsidRPr="00603549" w:rsidRDefault="000B6E39" w:rsidP="00AB4937">
            <w:pPr>
              <w:pStyle w:val="NormalBlack"/>
              <w:numPr>
                <w:ilvl w:val="0"/>
                <w:numId w:val="6"/>
              </w:numPr>
            </w:pPr>
            <w:r w:rsidRPr="00603549">
              <w:t>Stress-tested the new application to ensure all potential scenarios were handled.</w:t>
            </w:r>
          </w:p>
          <w:p w:rsidR="000B6E39" w:rsidRPr="00603549" w:rsidRDefault="000B6E39" w:rsidP="00AB4937">
            <w:pPr>
              <w:pStyle w:val="NormalBlack"/>
              <w:numPr>
                <w:ilvl w:val="0"/>
                <w:numId w:val="6"/>
              </w:numPr>
            </w:pPr>
            <w:r w:rsidRPr="00603549">
              <w:t>Research</w:t>
            </w:r>
            <w:r>
              <w:t>ed</w:t>
            </w:r>
            <w:r w:rsidRPr="00603549">
              <w:t xml:space="preserve"> and resolve</w:t>
            </w:r>
            <w:r>
              <w:t>d</w:t>
            </w:r>
            <w:r w:rsidRPr="00603549">
              <w:t xml:space="preserve"> any issues found during application testing.</w:t>
            </w:r>
          </w:p>
          <w:p w:rsidR="000B6E39" w:rsidRDefault="000B6E39" w:rsidP="008D1BF3">
            <w:pPr>
              <w:pStyle w:val="NormalBlack"/>
              <w:numPr>
                <w:ilvl w:val="0"/>
                <w:numId w:val="0"/>
              </w:numPr>
            </w:pPr>
          </w:p>
          <w:p w:rsidR="000B6E39" w:rsidRDefault="000B6E39" w:rsidP="008D1BF3">
            <w:pPr>
              <w:pStyle w:val="Achievement"/>
              <w:ind w:left="0" w:firstLine="0"/>
              <w:rPr>
                <w:b/>
                <w:sz w:val="19"/>
              </w:rPr>
            </w:pPr>
            <w:r>
              <w:rPr>
                <w:b/>
                <w:sz w:val="19"/>
              </w:rPr>
              <w:t>Selected accomplishment:</w:t>
            </w:r>
          </w:p>
          <w:p w:rsidR="000B6E39" w:rsidRDefault="000B6E39" w:rsidP="001832D4">
            <w:pPr>
              <w:pStyle w:val="Achievement"/>
              <w:ind w:left="0" w:firstLine="0"/>
              <w:rPr>
                <w:i/>
                <w:sz w:val="19"/>
              </w:rPr>
            </w:pPr>
            <w:r>
              <w:rPr>
                <w:i/>
                <w:sz w:val="19"/>
              </w:rPr>
              <w:t>Successfully completed beta testing of Market Value Deal conversion, created training course-ware and trained the Conversion Team on the new process. This resulted in efficiencies being gained by the team during that phase of the conversion which resulted in meeting the project timeline.</w:t>
            </w: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8D1BF3">
            <w:pPr>
              <w:pStyle w:val="Achievement"/>
              <w:rPr>
                <w:b/>
                <w:sz w:val="22"/>
                <w:szCs w:val="22"/>
              </w:rPr>
            </w:pPr>
            <w:r w:rsidRPr="00FB2229">
              <w:rPr>
                <w:b/>
                <w:sz w:val="22"/>
                <w:szCs w:val="22"/>
                <w:u w:val="single"/>
              </w:rPr>
              <w:t>Conposmo Technology</w:t>
            </w:r>
            <w:r w:rsidRPr="00FB2229">
              <w:rPr>
                <w:b/>
                <w:sz w:val="22"/>
                <w:szCs w:val="22"/>
              </w:rPr>
              <w:t xml:space="preserve">, </w:t>
            </w:r>
            <w:smartTag w:uri="urn:schemas-microsoft-com:office:smarttags" w:element="City">
              <w:smartTag w:uri="urn:schemas-microsoft-com:office:smarttags" w:element="place">
                <w:r w:rsidRPr="00FB2229">
                  <w:rPr>
                    <w:b/>
                    <w:sz w:val="22"/>
                    <w:szCs w:val="22"/>
                  </w:rPr>
                  <w:t>Houston</w:t>
                </w:r>
              </w:smartTag>
            </w:smartTag>
            <w:r w:rsidRPr="00FB2229">
              <w:rPr>
                <w:b/>
                <w:sz w:val="22"/>
                <w:szCs w:val="22"/>
              </w:rPr>
              <w:t>, Texas</w:t>
            </w:r>
            <w:r w:rsidRPr="00AC3E4A">
              <w:t xml:space="preserve">  </w:t>
            </w:r>
            <w:r>
              <w:t xml:space="preserve">                   </w:t>
            </w:r>
            <w:r w:rsidRPr="00FB2229">
              <w:rPr>
                <w:b/>
                <w:sz w:val="22"/>
                <w:szCs w:val="22"/>
              </w:rPr>
              <w:t>2004-2005</w:t>
            </w:r>
          </w:p>
          <w:p w:rsidR="000B6E39" w:rsidRPr="00A41DDE" w:rsidRDefault="000B6E39" w:rsidP="008D1BF3">
            <w:pPr>
              <w:pStyle w:val="Achievement"/>
              <w:rPr>
                <w:b/>
                <w:sz w:val="22"/>
                <w:szCs w:val="22"/>
              </w:rPr>
            </w:pPr>
            <w:r>
              <w:rPr>
                <w:b/>
                <w:sz w:val="22"/>
                <w:szCs w:val="22"/>
              </w:rPr>
              <w:t>(a Healthcare Services company: Orthotics and Prosthetics)</w:t>
            </w:r>
          </w:p>
          <w:p w:rsidR="000B6E39" w:rsidRDefault="000B6E39" w:rsidP="008D1BF3">
            <w:pPr>
              <w:pStyle w:val="CompanyName"/>
            </w:pPr>
            <w:r>
              <w:t>Business Analyst</w:t>
            </w:r>
          </w:p>
          <w:p w:rsidR="000B6E39" w:rsidRPr="00603549" w:rsidRDefault="000B6E39" w:rsidP="00AB4937">
            <w:pPr>
              <w:numPr>
                <w:ilvl w:val="0"/>
                <w:numId w:val="7"/>
              </w:numPr>
            </w:pPr>
            <w:r w:rsidRPr="00603549">
              <w:rPr>
                <w:rFonts w:cs="Arial"/>
                <w:color w:val="000000"/>
              </w:rPr>
              <w:t>Analyzed user requirements, procedures and problems to automate processing or to improve existing computer system</w:t>
            </w:r>
            <w:r w:rsidRPr="00603549">
              <w:t>.</w:t>
            </w:r>
          </w:p>
          <w:p w:rsidR="000B6E39" w:rsidRPr="00603549" w:rsidRDefault="000B6E39" w:rsidP="00AB4937">
            <w:pPr>
              <w:numPr>
                <w:ilvl w:val="0"/>
                <w:numId w:val="7"/>
              </w:numPr>
              <w:rPr>
                <w:rFonts w:cs="Arial"/>
              </w:rPr>
            </w:pPr>
            <w:r w:rsidRPr="00603549">
              <w:rPr>
                <w:rFonts w:cs="Arial"/>
                <w:color w:val="000000"/>
              </w:rPr>
              <w:t>Conferred with personnel of organizational units involved to analyze current operational procedures, identify problems and learn specific input and output requirements.</w:t>
            </w:r>
          </w:p>
          <w:p w:rsidR="000B6E39" w:rsidRPr="00603549" w:rsidRDefault="000B6E39" w:rsidP="00AB4937">
            <w:pPr>
              <w:numPr>
                <w:ilvl w:val="0"/>
                <w:numId w:val="7"/>
              </w:numPr>
              <w:rPr>
                <w:rFonts w:cs="Arial"/>
              </w:rPr>
            </w:pPr>
            <w:r w:rsidRPr="00603549">
              <w:rPr>
                <w:rFonts w:cs="Arial"/>
                <w:color w:val="000000"/>
              </w:rPr>
              <w:t>Wrote detailed description of user needs.</w:t>
            </w:r>
          </w:p>
          <w:p w:rsidR="000B6E39" w:rsidRPr="00603549" w:rsidRDefault="000B6E39" w:rsidP="00AB4937">
            <w:pPr>
              <w:pStyle w:val="NormalBlack"/>
              <w:numPr>
                <w:ilvl w:val="0"/>
                <w:numId w:val="7"/>
              </w:numPr>
            </w:pPr>
            <w:r>
              <w:t>Compiled and published</w:t>
            </w:r>
            <w:r w:rsidRPr="00603549">
              <w:t xml:space="preserve"> security policies and procedures created by the information security </w:t>
            </w:r>
            <w:r>
              <w:t>committee.</w:t>
            </w:r>
          </w:p>
          <w:p w:rsidR="000B6E39" w:rsidRPr="00603549" w:rsidRDefault="000B6E39" w:rsidP="00AB4937">
            <w:pPr>
              <w:pStyle w:val="NormalBlack"/>
              <w:numPr>
                <w:ilvl w:val="0"/>
                <w:numId w:val="7"/>
              </w:numPr>
            </w:pPr>
            <w:r w:rsidRPr="00603549">
              <w:t xml:space="preserve">Provided direct training </w:t>
            </w:r>
            <w:r>
              <w:t xml:space="preserve">to employees </w:t>
            </w:r>
            <w:r w:rsidRPr="00603549">
              <w:t>on the information security policies and procedures.</w:t>
            </w:r>
          </w:p>
          <w:p w:rsidR="000B6E39" w:rsidRPr="00603549" w:rsidRDefault="000B6E39" w:rsidP="00AB4937">
            <w:pPr>
              <w:pStyle w:val="NormalBlack"/>
              <w:numPr>
                <w:ilvl w:val="0"/>
                <w:numId w:val="7"/>
              </w:numPr>
            </w:pPr>
            <w:r w:rsidRPr="00603549">
              <w:t xml:space="preserve">Implemented information security policies and procedures </w:t>
            </w:r>
            <w:r>
              <w:t>in alignment with HIPPA.</w:t>
            </w:r>
          </w:p>
          <w:p w:rsidR="000B6E39" w:rsidRDefault="000B6E39" w:rsidP="00AB4937">
            <w:pPr>
              <w:pStyle w:val="NormalBlack"/>
              <w:numPr>
                <w:ilvl w:val="0"/>
                <w:numId w:val="7"/>
              </w:numPr>
            </w:pPr>
            <w:r w:rsidRPr="00603549">
              <w:t>Coordinated with IT department (outsourced)</w:t>
            </w:r>
            <w:r>
              <w:t xml:space="preserve"> to resolve any issues that arose</w:t>
            </w:r>
            <w:r w:rsidRPr="00603549">
              <w:t>.</w:t>
            </w:r>
          </w:p>
          <w:p w:rsidR="000B6E39" w:rsidRDefault="000B6E39" w:rsidP="008D1BF3">
            <w:pPr>
              <w:pStyle w:val="Achievement"/>
              <w:rPr>
                <w:b/>
                <w:sz w:val="19"/>
              </w:rPr>
            </w:pPr>
          </w:p>
          <w:p w:rsidR="000B6E39" w:rsidRDefault="000B6E39" w:rsidP="008D1BF3">
            <w:pPr>
              <w:pStyle w:val="Achievement"/>
              <w:rPr>
                <w:b/>
                <w:sz w:val="19"/>
              </w:rPr>
            </w:pPr>
            <w:r>
              <w:rPr>
                <w:b/>
                <w:sz w:val="19"/>
              </w:rPr>
              <w:t xml:space="preserve">Selected accomplishment: </w:t>
            </w:r>
          </w:p>
          <w:p w:rsidR="000B6E39" w:rsidRPr="00AC3E4A" w:rsidRDefault="000B6E39" w:rsidP="008D1BF3">
            <w:pPr>
              <w:pStyle w:val="Achievement"/>
              <w:ind w:left="0" w:firstLine="0"/>
              <w:rPr>
                <w:i/>
                <w:sz w:val="19"/>
              </w:rPr>
            </w:pPr>
            <w:r>
              <w:rPr>
                <w:i/>
                <w:sz w:val="19"/>
              </w:rPr>
              <w:t>Completed HIPPA security recommendation prior to deadline, thus allowing management adequate time to review and approve before compliance enforcement.</w:t>
            </w:r>
          </w:p>
          <w:p w:rsidR="000B6E39" w:rsidRDefault="000B6E39" w:rsidP="008D1BF3">
            <w:pPr>
              <w:pStyle w:val="NormalBlack"/>
              <w:numPr>
                <w:ilvl w:val="0"/>
                <w:numId w:val="0"/>
              </w:numPr>
            </w:pPr>
          </w:p>
          <w:p w:rsidR="000B6E39" w:rsidRDefault="000B6E39" w:rsidP="008D1BF3">
            <w:pPr>
              <w:pStyle w:val="CompanyName"/>
            </w:pPr>
            <w:r>
              <w:rPr>
                <w:u w:val="single"/>
              </w:rPr>
              <w:t>Magnetiks iMedia</w:t>
            </w:r>
            <w:r w:rsidRPr="008B4CCC">
              <w:t xml:space="preserve">, </w:t>
            </w:r>
            <w:r>
              <w:t>The Woodlands</w:t>
            </w:r>
            <w:r w:rsidRPr="008B4CCC">
              <w:t xml:space="preserve">, Texas  </w:t>
            </w:r>
            <w:r>
              <w:t xml:space="preserve">                 2003-2004</w:t>
            </w:r>
          </w:p>
          <w:p w:rsidR="000B6E39" w:rsidRPr="008B4CCC" w:rsidRDefault="000B6E39" w:rsidP="008D1BF3">
            <w:pPr>
              <w:pStyle w:val="CompanyName"/>
            </w:pPr>
            <w:r w:rsidRPr="008B4CCC">
              <w:t>Implementation Consultant</w:t>
            </w:r>
          </w:p>
          <w:p w:rsidR="000B6E39" w:rsidRPr="00603549" w:rsidRDefault="000B6E39" w:rsidP="00113007">
            <w:pPr>
              <w:numPr>
                <w:ilvl w:val="0"/>
                <w:numId w:val="9"/>
              </w:numPr>
            </w:pPr>
            <w:r>
              <w:t>As Change Control Coordinator, i</w:t>
            </w:r>
            <w:r w:rsidRPr="00603549">
              <w:t>mplemented new websites and revis</w:t>
            </w:r>
            <w:r>
              <w:t>ed</w:t>
            </w:r>
            <w:r w:rsidRPr="00603549">
              <w:t xml:space="preserve"> existing ones.</w:t>
            </w:r>
          </w:p>
          <w:p w:rsidR="000B6E39" w:rsidRPr="00603549" w:rsidRDefault="000B6E39" w:rsidP="00113007">
            <w:pPr>
              <w:numPr>
                <w:ilvl w:val="0"/>
                <w:numId w:val="9"/>
              </w:numPr>
            </w:pPr>
            <w:r w:rsidRPr="00603549">
              <w:t>Completed client interactions beginning at initial content interview, continuing through the successful completion and launching of site, as well as any follow up needed.</w:t>
            </w:r>
          </w:p>
          <w:p w:rsidR="000B6E39" w:rsidRPr="00603549" w:rsidRDefault="000B6E39" w:rsidP="00113007">
            <w:pPr>
              <w:numPr>
                <w:ilvl w:val="0"/>
                <w:numId w:val="9"/>
              </w:numPr>
            </w:pPr>
            <w:r w:rsidRPr="00603549">
              <w:t>Created or revised content text.</w:t>
            </w:r>
          </w:p>
          <w:p w:rsidR="000B6E39" w:rsidRDefault="000B6E39" w:rsidP="00113007">
            <w:pPr>
              <w:numPr>
                <w:ilvl w:val="0"/>
                <w:numId w:val="9"/>
              </w:numPr>
            </w:pPr>
            <w:r w:rsidRPr="00603549">
              <w:t>Advised on overall design of site.</w:t>
            </w:r>
          </w:p>
          <w:p w:rsidR="000B6E39" w:rsidRDefault="000B6E39" w:rsidP="008D1BF3"/>
          <w:p w:rsidR="000B6E39" w:rsidRDefault="000B6E39" w:rsidP="008D1BF3">
            <w:pPr>
              <w:pStyle w:val="CompanyName"/>
            </w:pPr>
            <w:r w:rsidRPr="008B4CCC">
              <w:rPr>
                <w:u w:val="single"/>
              </w:rPr>
              <w:t>Corporate Express,</w:t>
            </w:r>
            <w:r w:rsidRPr="008B4CCC">
              <w:t xml:space="preserve"> </w:t>
            </w:r>
            <w:smartTag w:uri="urn:schemas-microsoft-com:office:smarttags" w:element="State">
              <w:smartTag w:uri="urn:schemas-microsoft-com:office:smarttags" w:element="place">
                <w:smartTag w:uri="urn:schemas-microsoft-com:office:smarttags" w:element="City">
                  <w:r>
                    <w:t>Houston</w:t>
                  </w:r>
                </w:smartTag>
              </w:smartTag>
              <w:r>
                <w:t xml:space="preserve">, </w:t>
              </w:r>
              <w:smartTag w:uri="urn:schemas-microsoft-com:office:smarttags" w:element="State">
                <w:r>
                  <w:t>TX</w:t>
                </w:r>
              </w:smartTag>
            </w:smartTag>
            <w:r w:rsidRPr="008B4CCC">
              <w:t xml:space="preserve">     </w:t>
            </w:r>
            <w:r>
              <w:t xml:space="preserve">                             1990-2003</w:t>
            </w:r>
          </w:p>
          <w:p w:rsidR="000B6E39" w:rsidRDefault="000B6E39" w:rsidP="008D1BF3">
            <w:pPr>
              <w:pStyle w:val="JobTitle"/>
              <w:rPr>
                <w:rFonts w:ascii="Arial" w:hAnsi="Arial"/>
                <w:sz w:val="19"/>
              </w:rPr>
            </w:pPr>
            <w:r w:rsidRPr="00AC3E4A">
              <w:rPr>
                <w:rFonts w:ascii="Arial" w:hAnsi="Arial"/>
                <w:b/>
                <w:i/>
                <w:sz w:val="19"/>
              </w:rPr>
              <w:t>Regional eBusiness Implementation Manager</w:t>
            </w:r>
            <w:r>
              <w:rPr>
                <w:rFonts w:ascii="Arial" w:hAnsi="Arial"/>
                <w:sz w:val="19"/>
              </w:rPr>
              <w:t xml:space="preserve"> (1994-2003)</w:t>
            </w:r>
          </w:p>
          <w:p w:rsidR="000B6E39" w:rsidRDefault="000B6E39" w:rsidP="00113007">
            <w:pPr>
              <w:pStyle w:val="Achievement"/>
              <w:numPr>
                <w:ilvl w:val="0"/>
                <w:numId w:val="10"/>
              </w:numPr>
            </w:pPr>
            <w:r w:rsidRPr="00F87F31">
              <w:t xml:space="preserve">Drove all eBusiness activities in the </w:t>
            </w:r>
            <w:r>
              <w:t>South Central Region.</w:t>
            </w:r>
          </w:p>
          <w:p w:rsidR="000B6E39" w:rsidRDefault="000B6E39" w:rsidP="00113007">
            <w:pPr>
              <w:pStyle w:val="Achievement"/>
              <w:numPr>
                <w:ilvl w:val="0"/>
                <w:numId w:val="10"/>
              </w:numPr>
            </w:pPr>
            <w:r w:rsidRPr="00F87F31">
              <w:t>Managed over $175 million in regional e</w:t>
            </w:r>
            <w:r>
              <w:t>-</w:t>
            </w:r>
            <w:r w:rsidRPr="00F87F31">
              <w:t>Business integrations</w:t>
            </w:r>
            <w:r>
              <w:t>.</w:t>
            </w:r>
            <w:r w:rsidRPr="00F87F31">
              <w:t xml:space="preserve"> </w:t>
            </w:r>
          </w:p>
          <w:p w:rsidR="000B6E39" w:rsidRPr="00F87F31" w:rsidRDefault="000B6E39" w:rsidP="00113007">
            <w:pPr>
              <w:pStyle w:val="Achievement"/>
              <w:numPr>
                <w:ilvl w:val="0"/>
                <w:numId w:val="10"/>
              </w:numPr>
            </w:pPr>
            <w:r>
              <w:t xml:space="preserve">Led regional </w:t>
            </w:r>
            <w:r w:rsidRPr="00F87F31">
              <w:t xml:space="preserve">eCommerce project </w:t>
            </w:r>
            <w:r>
              <w:t>managers.</w:t>
            </w:r>
          </w:p>
          <w:p w:rsidR="000B6E39" w:rsidRPr="00F87F31" w:rsidRDefault="000B6E39" w:rsidP="00113007">
            <w:pPr>
              <w:pStyle w:val="Achievement"/>
              <w:numPr>
                <w:ilvl w:val="0"/>
                <w:numId w:val="10"/>
              </w:numPr>
            </w:pPr>
            <w:r w:rsidRPr="00F87F31">
              <w:t>Consulted</w:t>
            </w:r>
            <w:r>
              <w:t xml:space="preserve"> with</w:t>
            </w:r>
            <w:r w:rsidRPr="00F87F31">
              <w:t xml:space="preserve"> major accounts on e</w:t>
            </w:r>
            <w:r>
              <w:t>-Business solutions,</w:t>
            </w:r>
            <w:r w:rsidRPr="00F87F31">
              <w:t xml:space="preserve"> including many Fortune 100 clients</w:t>
            </w:r>
            <w:r>
              <w:t xml:space="preserve"> (e.g.: ConocoPhillips, Valero Energy and Dow Chemical).</w:t>
            </w:r>
          </w:p>
          <w:p w:rsidR="000B6E39" w:rsidRPr="00F87F31" w:rsidRDefault="000B6E39" w:rsidP="00113007">
            <w:pPr>
              <w:pStyle w:val="Achievement"/>
              <w:numPr>
                <w:ilvl w:val="0"/>
                <w:numId w:val="10"/>
              </w:numPr>
            </w:pPr>
            <w:r w:rsidRPr="00F87F31">
              <w:t>Trained</w:t>
            </w:r>
            <w:r>
              <w:t xml:space="preserve"> IT </w:t>
            </w:r>
            <w:r w:rsidRPr="00F87F31">
              <w:t>project managers, sales reps and customers effectively on e</w:t>
            </w:r>
            <w:r>
              <w:t>-</w:t>
            </w:r>
            <w:r w:rsidRPr="00F87F31">
              <w:t xml:space="preserve">Business solutions and </w:t>
            </w:r>
            <w:r>
              <w:t xml:space="preserve">the organization’s proprietary </w:t>
            </w:r>
            <w:r w:rsidRPr="00F87F31">
              <w:t>web-based application.</w:t>
            </w:r>
          </w:p>
          <w:p w:rsidR="000B6E39" w:rsidRPr="00F87F31" w:rsidRDefault="000B6E39" w:rsidP="00113007">
            <w:pPr>
              <w:pStyle w:val="Achievement"/>
              <w:numPr>
                <w:ilvl w:val="0"/>
                <w:numId w:val="10"/>
              </w:numPr>
            </w:pPr>
            <w:r>
              <w:t xml:space="preserve">Authored and published </w:t>
            </w:r>
            <w:r w:rsidRPr="00F87F31">
              <w:t xml:space="preserve">software training </w:t>
            </w:r>
            <w:r>
              <w:t>materials.</w:t>
            </w:r>
          </w:p>
          <w:p w:rsidR="000B6E39" w:rsidRPr="00F87F31" w:rsidRDefault="000B6E39" w:rsidP="00113007">
            <w:pPr>
              <w:pStyle w:val="Achievement"/>
              <w:numPr>
                <w:ilvl w:val="0"/>
                <w:numId w:val="10"/>
              </w:numPr>
            </w:pPr>
            <w:r>
              <w:t>A</w:t>
            </w:r>
            <w:r w:rsidRPr="00F87F31">
              <w:t>s project manager</w:t>
            </w:r>
            <w:r>
              <w:t>,</w:t>
            </w:r>
            <w:r w:rsidRPr="00F87F31">
              <w:t xml:space="preserve"> coordinat</w:t>
            </w:r>
            <w:r>
              <w:t>ed</w:t>
            </w:r>
            <w:r w:rsidRPr="00F87F31">
              <w:t xml:space="preserve"> implementation of new e</w:t>
            </w:r>
            <w:r>
              <w:t>-</w:t>
            </w:r>
            <w:r w:rsidRPr="00F87F31">
              <w:t>Business technologies and eProcurement solutions</w:t>
            </w:r>
            <w:r>
              <w:t>.</w:t>
            </w:r>
            <w:r w:rsidRPr="00F87F31">
              <w:t xml:space="preserve"> These technologies include</w:t>
            </w:r>
            <w:r>
              <w:t>d</w:t>
            </w:r>
            <w:r w:rsidRPr="00F87F31">
              <w:t xml:space="preserve"> Oracle, SAP,</w:t>
            </w:r>
            <w:r>
              <w:t xml:space="preserve"> </w:t>
            </w:r>
            <w:r w:rsidRPr="00F87F31">
              <w:t>Ariba, Commerce One</w:t>
            </w:r>
            <w:r>
              <w:t xml:space="preserve">, Trade </w:t>
            </w:r>
            <w:r w:rsidRPr="00F87F31">
              <w:t>Ranger, eScout, PeopleSo</w:t>
            </w:r>
            <w:r>
              <w:t xml:space="preserve">ft and many smaller, </w:t>
            </w:r>
            <w:r w:rsidRPr="00F87F31">
              <w:t xml:space="preserve">custom platforms. </w:t>
            </w:r>
          </w:p>
          <w:p w:rsidR="000B6E39" w:rsidRPr="00F87F31" w:rsidRDefault="000B6E39" w:rsidP="00113007">
            <w:pPr>
              <w:pStyle w:val="Achievement"/>
              <w:numPr>
                <w:ilvl w:val="0"/>
                <w:numId w:val="10"/>
              </w:numPr>
            </w:pPr>
            <w:r>
              <w:t>Was r</w:t>
            </w:r>
            <w:r w:rsidRPr="00F87F31">
              <w:t xml:space="preserve">esponsible for </w:t>
            </w:r>
            <w:r>
              <w:t xml:space="preserve">managing </w:t>
            </w:r>
            <w:r w:rsidRPr="00F87F31">
              <w:t xml:space="preserve">the client through each </w:t>
            </w:r>
            <w:r>
              <w:t xml:space="preserve">phase of their e-Business </w:t>
            </w:r>
            <w:r w:rsidRPr="00F87F31">
              <w:t xml:space="preserve">implementation while </w:t>
            </w:r>
            <w:r>
              <w:t>maintaining current service levels.</w:t>
            </w:r>
          </w:p>
          <w:p w:rsidR="000B6E39" w:rsidRPr="00F87F31" w:rsidRDefault="000B6E39" w:rsidP="00113007">
            <w:pPr>
              <w:pStyle w:val="Achievement"/>
              <w:numPr>
                <w:ilvl w:val="0"/>
                <w:numId w:val="10"/>
              </w:numPr>
            </w:pPr>
            <w:r>
              <w:t>A</w:t>
            </w:r>
            <w:r w:rsidRPr="00F87F31">
              <w:t>s project manager</w:t>
            </w:r>
            <w:r>
              <w:t>,</w:t>
            </w:r>
            <w:r w:rsidRPr="00F87F31">
              <w:t xml:space="preserve"> coordinat</w:t>
            </w:r>
            <w:r>
              <w:t>ed</w:t>
            </w:r>
            <w:r w:rsidRPr="00F87F31">
              <w:t xml:space="preserve"> new EDI implementations</w:t>
            </w:r>
            <w:r>
              <w:t>.</w:t>
            </w:r>
          </w:p>
          <w:p w:rsidR="000B6E39" w:rsidRPr="00F87F31" w:rsidRDefault="000B6E39" w:rsidP="00113007">
            <w:pPr>
              <w:pStyle w:val="Achievement"/>
              <w:numPr>
                <w:ilvl w:val="0"/>
                <w:numId w:val="10"/>
              </w:numPr>
            </w:pPr>
            <w:r w:rsidRPr="00F87F31">
              <w:t>Efficiently facilitated communication between corporate</w:t>
            </w:r>
            <w:r>
              <w:t xml:space="preserve"> headquarters</w:t>
            </w:r>
            <w:r w:rsidRPr="00F87F31">
              <w:t>, region</w:t>
            </w:r>
            <w:r>
              <w:t>al personnel</w:t>
            </w:r>
            <w:r w:rsidRPr="00F87F31">
              <w:t xml:space="preserve"> and customers regarding eBusiness initiatives and objectives.</w:t>
            </w:r>
          </w:p>
          <w:p w:rsidR="000B6E39" w:rsidRDefault="000B6E39" w:rsidP="008D1BF3">
            <w:pPr>
              <w:pStyle w:val="Achievement"/>
              <w:ind w:left="0" w:firstLine="0"/>
              <w:rPr>
                <w:b/>
                <w:sz w:val="19"/>
              </w:rPr>
            </w:pPr>
          </w:p>
          <w:p w:rsidR="000B6E39" w:rsidRDefault="000B6E39" w:rsidP="008D1BF3">
            <w:pPr>
              <w:pStyle w:val="Achievement"/>
              <w:ind w:left="0" w:firstLine="0"/>
              <w:rPr>
                <w:b/>
                <w:sz w:val="19"/>
              </w:rPr>
            </w:pPr>
            <w:r>
              <w:rPr>
                <w:b/>
                <w:sz w:val="19"/>
              </w:rPr>
              <w:t xml:space="preserve">Selected accomplishment: </w:t>
            </w:r>
          </w:p>
          <w:p w:rsidR="000B6E39" w:rsidRPr="00AC3E4A" w:rsidRDefault="000B6E39" w:rsidP="008D1BF3">
            <w:pPr>
              <w:pStyle w:val="Achievement"/>
              <w:ind w:left="0" w:firstLine="0"/>
              <w:rPr>
                <w:i/>
                <w:sz w:val="19"/>
              </w:rPr>
            </w:pPr>
            <w:r w:rsidRPr="00AC3E4A">
              <w:rPr>
                <w:i/>
                <w:sz w:val="19"/>
              </w:rPr>
              <w:t>Increased regional e</w:t>
            </w:r>
            <w:r>
              <w:rPr>
                <w:i/>
                <w:sz w:val="19"/>
              </w:rPr>
              <w:t>-</w:t>
            </w:r>
            <w:r w:rsidRPr="00AC3E4A">
              <w:rPr>
                <w:i/>
                <w:sz w:val="19"/>
              </w:rPr>
              <w:t xml:space="preserve">Business sales from less than 20% </w:t>
            </w:r>
            <w:r>
              <w:rPr>
                <w:i/>
                <w:sz w:val="19"/>
              </w:rPr>
              <w:t xml:space="preserve">of net sales to 44% </w:t>
            </w:r>
            <w:r w:rsidRPr="00AC3E4A">
              <w:rPr>
                <w:i/>
                <w:sz w:val="19"/>
              </w:rPr>
              <w:t>within a year. This exce</w:t>
            </w:r>
            <w:r>
              <w:rPr>
                <w:i/>
                <w:sz w:val="19"/>
              </w:rPr>
              <w:t>eded the corporate goal and</w:t>
            </w:r>
            <w:r w:rsidRPr="00AC3E4A">
              <w:rPr>
                <w:i/>
                <w:sz w:val="19"/>
              </w:rPr>
              <w:t xml:space="preserve"> resulted in subst</w:t>
            </w:r>
            <w:r>
              <w:rPr>
                <w:i/>
                <w:sz w:val="19"/>
              </w:rPr>
              <w:t>antial order process cost saving</w:t>
            </w:r>
            <w:r w:rsidRPr="00AC3E4A">
              <w:rPr>
                <w:i/>
                <w:sz w:val="19"/>
              </w:rPr>
              <w:t>s for the company.</w:t>
            </w:r>
          </w:p>
          <w:p w:rsidR="000B6E39" w:rsidRDefault="000B6E39" w:rsidP="008D1BF3">
            <w:pPr>
              <w:pStyle w:val="Achievement"/>
              <w:rPr>
                <w:sz w:val="19"/>
              </w:rPr>
            </w:pPr>
          </w:p>
          <w:p w:rsidR="000B6E39" w:rsidRDefault="000B6E39" w:rsidP="008D1BF3">
            <w:pPr>
              <w:pStyle w:val="Achievement"/>
              <w:rPr>
                <w:sz w:val="19"/>
              </w:rPr>
            </w:pPr>
            <w:r w:rsidRPr="00AC3E4A">
              <w:rPr>
                <w:b/>
                <w:i/>
                <w:sz w:val="19"/>
              </w:rPr>
              <w:t>Billing Manager</w:t>
            </w:r>
            <w:r>
              <w:rPr>
                <w:b/>
                <w:sz w:val="19"/>
              </w:rPr>
              <w:t xml:space="preserve"> </w:t>
            </w:r>
            <w:r>
              <w:rPr>
                <w:sz w:val="19"/>
              </w:rPr>
              <w:t>(1990-1994)</w:t>
            </w:r>
          </w:p>
          <w:p w:rsidR="000B6E39" w:rsidRPr="00F87F31" w:rsidRDefault="000B6E39" w:rsidP="00946F8E">
            <w:pPr>
              <w:pStyle w:val="Achievement"/>
              <w:numPr>
                <w:ilvl w:val="0"/>
                <w:numId w:val="11"/>
              </w:numPr>
              <w:rPr>
                <w:b/>
              </w:rPr>
            </w:pPr>
            <w:r w:rsidRPr="00F87F31">
              <w:t>Successfully managed all aspects of data entry/billing clerks.</w:t>
            </w:r>
          </w:p>
          <w:p w:rsidR="000B6E39" w:rsidRPr="00F87F31" w:rsidRDefault="000B6E39" w:rsidP="00946F8E">
            <w:pPr>
              <w:pStyle w:val="Achievement"/>
              <w:numPr>
                <w:ilvl w:val="0"/>
                <w:numId w:val="11"/>
              </w:numPr>
              <w:rPr>
                <w:b/>
              </w:rPr>
            </w:pPr>
            <w:r w:rsidRPr="00F87F31">
              <w:t>Was responsible for departmental budget and human resources.</w:t>
            </w:r>
          </w:p>
          <w:p w:rsidR="000B6E39" w:rsidRPr="00F87F31" w:rsidRDefault="000B6E39" w:rsidP="00946F8E">
            <w:pPr>
              <w:pStyle w:val="Achievement"/>
              <w:numPr>
                <w:ilvl w:val="0"/>
                <w:numId w:val="11"/>
              </w:numPr>
              <w:rPr>
                <w:b/>
              </w:rPr>
            </w:pPr>
            <w:r w:rsidRPr="00F87F31">
              <w:t>Handled creation and distribution of $70 million of billing.</w:t>
            </w:r>
          </w:p>
          <w:p w:rsidR="000B6E39" w:rsidRPr="00F87F31" w:rsidRDefault="000B6E39" w:rsidP="00946F8E">
            <w:pPr>
              <w:pStyle w:val="Achievement"/>
              <w:numPr>
                <w:ilvl w:val="0"/>
                <w:numId w:val="11"/>
              </w:numPr>
              <w:rPr>
                <w:b/>
              </w:rPr>
            </w:pPr>
            <w:r w:rsidRPr="00F87F31">
              <w:t>Involved in heavy internal and external customer problem solving.</w:t>
            </w:r>
          </w:p>
          <w:p w:rsidR="000B6E39" w:rsidRPr="00F87F31" w:rsidRDefault="000B6E39" w:rsidP="00946F8E">
            <w:pPr>
              <w:pStyle w:val="Achievement"/>
              <w:numPr>
                <w:ilvl w:val="0"/>
                <w:numId w:val="11"/>
              </w:numPr>
              <w:rPr>
                <w:b/>
              </w:rPr>
            </w:pPr>
            <w:r w:rsidRPr="00F87F31">
              <w:t>Installed, trained and presented proprietary eCommerce software.</w:t>
            </w:r>
          </w:p>
          <w:p w:rsidR="000B6E39" w:rsidRDefault="000B6E39" w:rsidP="008D1BF3">
            <w:pPr>
              <w:pStyle w:val="Achievement"/>
              <w:rPr>
                <w:b/>
                <w:sz w:val="19"/>
              </w:rPr>
            </w:pPr>
          </w:p>
          <w:p w:rsidR="000B6E39" w:rsidRDefault="000B6E39" w:rsidP="008D1BF3">
            <w:pPr>
              <w:pStyle w:val="Achievement"/>
              <w:rPr>
                <w:b/>
                <w:sz w:val="19"/>
              </w:rPr>
            </w:pPr>
          </w:p>
        </w:tc>
      </w:tr>
      <w:tr w:rsidR="000B6E39" w:rsidTr="008D1BF3">
        <w:trPr>
          <w:trHeight w:val="3004"/>
        </w:trPr>
        <w:tc>
          <w:tcPr>
            <w:tcW w:w="2227" w:type="dxa"/>
          </w:tcPr>
          <w:p w:rsidR="000B6E39" w:rsidRDefault="000B6E39" w:rsidP="008D1BF3">
            <w:pPr>
              <w:pStyle w:val="SectionTitle"/>
            </w:pPr>
            <w:r>
              <w:t>EDUCATION</w:t>
            </w:r>
          </w:p>
          <w:p w:rsidR="000B6E39" w:rsidRDefault="000B6E39" w:rsidP="008D1BF3">
            <w:pPr>
              <w:rPr>
                <w:sz w:val="19"/>
              </w:rPr>
            </w:pPr>
          </w:p>
          <w:p w:rsidR="000B6E39" w:rsidRDefault="000B6E39" w:rsidP="008D1BF3">
            <w:pPr>
              <w:rPr>
                <w:sz w:val="19"/>
              </w:rPr>
            </w:pPr>
          </w:p>
          <w:p w:rsidR="000B6E39" w:rsidRDefault="000B6E39" w:rsidP="008D1BF3">
            <w:pPr>
              <w:rPr>
                <w:sz w:val="19"/>
              </w:rPr>
            </w:pPr>
          </w:p>
          <w:p w:rsidR="000B6E39" w:rsidRDefault="000B6E39" w:rsidP="008D1BF3">
            <w:pPr>
              <w:rPr>
                <w:sz w:val="19"/>
              </w:rPr>
            </w:pPr>
          </w:p>
          <w:p w:rsidR="000B6E39" w:rsidRDefault="000B6E39" w:rsidP="008D1BF3">
            <w:pPr>
              <w:pStyle w:val="SectionTitle"/>
            </w:pPr>
            <w:r>
              <w:t>PROFESSIONAL DEVELOPMENT</w:t>
            </w:r>
          </w:p>
          <w:p w:rsidR="000B6E39" w:rsidRDefault="000B6E39" w:rsidP="008D1BF3">
            <w:pPr>
              <w:rPr>
                <w:sz w:val="19"/>
              </w:rPr>
            </w:pPr>
          </w:p>
        </w:tc>
        <w:tc>
          <w:tcPr>
            <w:tcW w:w="6978" w:type="dxa"/>
          </w:tcPr>
          <w:p w:rsidR="000B6E39" w:rsidRDefault="000B6E39" w:rsidP="008D1BF3">
            <w:pPr>
              <w:pStyle w:val="CompanyName"/>
            </w:pPr>
          </w:p>
          <w:p w:rsidR="000B6E39" w:rsidRDefault="000B6E39" w:rsidP="008D1BF3">
            <w:pPr>
              <w:pStyle w:val="CompanyName"/>
            </w:pPr>
            <w:r>
              <w:t>University of Houston, Houston, Texas</w:t>
            </w:r>
          </w:p>
          <w:p w:rsidR="000B6E39" w:rsidRDefault="000B6E39" w:rsidP="008D1BF3">
            <w:pPr>
              <w:pStyle w:val="JobTitle"/>
              <w:rPr>
                <w:rFonts w:ascii="Arial" w:hAnsi="Arial"/>
                <w:b/>
                <w:sz w:val="19"/>
              </w:rPr>
            </w:pPr>
            <w:r>
              <w:rPr>
                <w:rFonts w:ascii="Arial" w:hAnsi="Arial"/>
                <w:b/>
                <w:sz w:val="19"/>
              </w:rPr>
              <w:t>Bachelor of Business Administration</w:t>
            </w:r>
          </w:p>
          <w:p w:rsidR="000B6E39" w:rsidRDefault="000B6E39" w:rsidP="008D1BF3">
            <w:pPr>
              <w:pStyle w:val="Achievement"/>
              <w:ind w:left="490"/>
              <w:rPr>
                <w:sz w:val="19"/>
              </w:rPr>
            </w:pPr>
            <w:r>
              <w:rPr>
                <w:sz w:val="19"/>
              </w:rPr>
              <w:t>Beta Gamma Sigma, an honor society for collegiate schools of business.</w:t>
            </w:r>
          </w:p>
          <w:p w:rsidR="000B6E39" w:rsidRDefault="000B6E39" w:rsidP="008D1BF3">
            <w:pPr>
              <w:pStyle w:val="Achievement"/>
              <w:ind w:left="0" w:firstLine="0"/>
              <w:rPr>
                <w:sz w:val="19"/>
              </w:rPr>
            </w:pPr>
          </w:p>
          <w:p w:rsidR="000B6E39" w:rsidRDefault="000B6E39" w:rsidP="008D1BF3">
            <w:pPr>
              <w:pStyle w:val="Achievement"/>
              <w:rPr>
                <w:b/>
                <w:sz w:val="19"/>
              </w:rPr>
            </w:pPr>
          </w:p>
          <w:p w:rsidR="000B6E39" w:rsidRDefault="000B6E39" w:rsidP="008D1BF3">
            <w:pPr>
              <w:pStyle w:val="Achievement"/>
              <w:rPr>
                <w:b/>
                <w:sz w:val="19"/>
              </w:rPr>
            </w:pPr>
            <w:r>
              <w:rPr>
                <w:b/>
                <w:sz w:val="19"/>
              </w:rPr>
              <w:t>ITIL Foundation v3 training - 2011</w:t>
            </w:r>
          </w:p>
          <w:p w:rsidR="000B6E39" w:rsidRDefault="000B6E39" w:rsidP="008D1BF3">
            <w:pPr>
              <w:pStyle w:val="Achievement"/>
              <w:rPr>
                <w:b/>
                <w:sz w:val="19"/>
              </w:rPr>
            </w:pPr>
            <w:r w:rsidRPr="00614B7C">
              <w:rPr>
                <w:b/>
                <w:sz w:val="19"/>
              </w:rPr>
              <w:t>Project Management</w:t>
            </w:r>
            <w:r>
              <w:rPr>
                <w:b/>
                <w:sz w:val="19"/>
              </w:rPr>
              <w:t xml:space="preserve"> (PMI)</w:t>
            </w:r>
            <w:r w:rsidRPr="00614B7C">
              <w:rPr>
                <w:b/>
                <w:sz w:val="19"/>
              </w:rPr>
              <w:t xml:space="preserve"> curriculum</w:t>
            </w:r>
            <w:r>
              <w:rPr>
                <w:b/>
                <w:sz w:val="19"/>
              </w:rPr>
              <w:t xml:space="preserve"> – 2006-2008</w:t>
            </w:r>
          </w:p>
          <w:p w:rsidR="000B6E39" w:rsidRPr="00614B7C" w:rsidRDefault="000B6E39" w:rsidP="008D1BF3">
            <w:pPr>
              <w:pStyle w:val="Achievement"/>
              <w:rPr>
                <w:b/>
                <w:sz w:val="19"/>
              </w:rPr>
            </w:pPr>
            <w:r>
              <w:rPr>
                <w:b/>
                <w:sz w:val="19"/>
              </w:rPr>
              <w:t>Bonds, Financial Markets &amp; Money Markets - 2007</w:t>
            </w:r>
          </w:p>
          <w:p w:rsidR="000B6E39" w:rsidRDefault="000B6E39" w:rsidP="008D1BF3">
            <w:pPr>
              <w:pStyle w:val="Achievement"/>
              <w:rPr>
                <w:b/>
                <w:sz w:val="19"/>
              </w:rPr>
            </w:pPr>
            <w:r>
              <w:rPr>
                <w:b/>
                <w:sz w:val="19"/>
              </w:rPr>
              <w:t>Hiring and Firing Within the Law – 2005</w:t>
            </w:r>
          </w:p>
          <w:p w:rsidR="000B6E39" w:rsidRPr="00FA40CE" w:rsidRDefault="000B6E39" w:rsidP="008D1BF3">
            <w:pPr>
              <w:pStyle w:val="Achievement"/>
              <w:rPr>
                <w:b/>
                <w:sz w:val="19"/>
              </w:rPr>
            </w:pPr>
            <w:r>
              <w:rPr>
                <w:b/>
                <w:sz w:val="19"/>
              </w:rPr>
              <w:t>Introduction to Project Management - 2003</w:t>
            </w:r>
          </w:p>
          <w:p w:rsidR="000B6E39" w:rsidRDefault="000B6E39" w:rsidP="008D1BF3">
            <w:pPr>
              <w:pStyle w:val="Achievement"/>
              <w:rPr>
                <w:b/>
                <w:sz w:val="19"/>
              </w:rPr>
            </w:pPr>
            <w:r>
              <w:rPr>
                <w:b/>
                <w:sz w:val="19"/>
              </w:rPr>
              <w:t>Conceptual Selling – Miller Heiman 2002</w:t>
            </w:r>
          </w:p>
          <w:p w:rsidR="000B6E39" w:rsidRDefault="000B6E39" w:rsidP="008D1BF3">
            <w:pPr>
              <w:pStyle w:val="Achievement"/>
              <w:rPr>
                <w:b/>
                <w:sz w:val="19"/>
              </w:rPr>
            </w:pPr>
            <w:r>
              <w:rPr>
                <w:b/>
                <w:sz w:val="19"/>
              </w:rPr>
              <w:t>Professional Selling Skills - 2002</w:t>
            </w:r>
          </w:p>
          <w:p w:rsidR="000B6E39" w:rsidRDefault="000B6E39" w:rsidP="008D1BF3">
            <w:pPr>
              <w:pStyle w:val="Achievement"/>
              <w:rPr>
                <w:b/>
                <w:sz w:val="19"/>
              </w:rPr>
            </w:pPr>
            <w:r>
              <w:rPr>
                <w:b/>
                <w:sz w:val="19"/>
              </w:rPr>
              <w:t>The Art of Project Leadership – 1999</w:t>
            </w:r>
          </w:p>
          <w:p w:rsidR="000B6E39" w:rsidRDefault="000B6E39" w:rsidP="008D1BF3">
            <w:pPr>
              <w:pStyle w:val="Achievement"/>
              <w:rPr>
                <w:b/>
                <w:sz w:val="19"/>
              </w:rPr>
            </w:pPr>
            <w:r>
              <w:rPr>
                <w:b/>
                <w:sz w:val="19"/>
              </w:rPr>
              <w:t>Strategic Selling – Miller Heiman 1999</w:t>
            </w:r>
          </w:p>
          <w:p w:rsidR="000B6E39" w:rsidRDefault="000B6E39" w:rsidP="008D1BF3">
            <w:pPr>
              <w:pStyle w:val="Achievement"/>
              <w:rPr>
                <w:b/>
                <w:sz w:val="19"/>
              </w:rPr>
            </w:pPr>
          </w:p>
        </w:tc>
      </w:tr>
      <w:tr w:rsidR="000B6E39" w:rsidTr="008D1BF3">
        <w:trPr>
          <w:trHeight w:val="2486"/>
        </w:trPr>
        <w:tc>
          <w:tcPr>
            <w:tcW w:w="2227" w:type="dxa"/>
          </w:tcPr>
          <w:p w:rsidR="000B6E39" w:rsidRDefault="000B6E39" w:rsidP="008D1BF3">
            <w:pPr>
              <w:pStyle w:val="SectionTitle"/>
            </w:pPr>
            <w:r>
              <w:t>TECHNICAL SKILLS</w:t>
            </w:r>
          </w:p>
        </w:tc>
        <w:tc>
          <w:tcPr>
            <w:tcW w:w="6978" w:type="dxa"/>
          </w:tcPr>
          <w:p w:rsidR="000B6E39" w:rsidRDefault="000B6E39" w:rsidP="008D1BF3">
            <w:pPr>
              <w:pStyle w:val="Achievement"/>
              <w:ind w:left="0" w:firstLine="0"/>
              <w:rPr>
                <w:b/>
              </w:rPr>
            </w:pPr>
          </w:p>
          <w:p w:rsidR="000B6E39" w:rsidRDefault="000B6E39" w:rsidP="008D1BF3">
            <w:pPr>
              <w:pStyle w:val="Achievement"/>
              <w:ind w:left="0" w:firstLine="0"/>
            </w:pPr>
            <w:r>
              <w:rPr>
                <w:b/>
              </w:rPr>
              <w:t xml:space="preserve">Software:  </w:t>
            </w:r>
            <w:r>
              <w:t xml:space="preserve">Microsoft Word, PowerPoint, Excel, Outlook, Publisher, Project, Visio, and SharePoint; Planview; STAMP; Changepoint; Lotus Approach; Wall Street Office; Oracle Time and Labor. </w:t>
            </w:r>
          </w:p>
          <w:p w:rsidR="000B6E39" w:rsidRDefault="000B6E39" w:rsidP="008D1BF3">
            <w:pPr>
              <w:pStyle w:val="Achievement"/>
              <w:ind w:left="0" w:firstLine="0"/>
            </w:pPr>
          </w:p>
          <w:p w:rsidR="000B6E39" w:rsidRDefault="000B6E39" w:rsidP="008D1BF3">
            <w:pPr>
              <w:pStyle w:val="BodyText"/>
              <w:rPr>
                <w:sz w:val="19"/>
              </w:rPr>
            </w:pPr>
            <w:r>
              <w:rPr>
                <w:b/>
                <w:sz w:val="19"/>
              </w:rPr>
              <w:t xml:space="preserve">eProcurement Solutions, Market sites and Standards:  </w:t>
            </w:r>
            <w:r>
              <w:rPr>
                <w:sz w:val="19"/>
              </w:rPr>
              <w:t>Implemented proprietary web-based eCommerce software with Oracle, SAP, Ariba, Trade Ranger, Perfect Commerce, Peoplesoft, and Neoforma customers using XML,  cXML and  ANSI x12 standards, as well as custom formats.</w:t>
            </w:r>
          </w:p>
        </w:tc>
      </w:tr>
    </w:tbl>
    <w:p w:rsidR="000B6E39" w:rsidRDefault="000B6E39"/>
    <w:sectPr w:rsidR="000B6E39" w:rsidSect="00C95F0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A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61D9"/>
    <w:multiLevelType w:val="hybridMultilevel"/>
    <w:tmpl w:val="F960A210"/>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05F7147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nsid w:val="2044182C"/>
    <w:multiLevelType w:val="hybridMultilevel"/>
    <w:tmpl w:val="083887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21B53EF"/>
    <w:multiLevelType w:val="hybridMultilevel"/>
    <w:tmpl w:val="5D367E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C0A66F8"/>
    <w:multiLevelType w:val="hybridMultilevel"/>
    <w:tmpl w:val="F746EC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F246CCA"/>
    <w:multiLevelType w:val="hybridMultilevel"/>
    <w:tmpl w:val="A9E66756"/>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9305136"/>
    <w:multiLevelType w:val="hybridMultilevel"/>
    <w:tmpl w:val="866EBAF4"/>
    <w:lvl w:ilvl="0" w:tplc="993C239E">
      <w:start w:val="1"/>
      <w:numFmt w:val="bullet"/>
      <w:pStyle w:val="NormalBlack"/>
      <w:lvlText w:val=""/>
      <w:lvlJc w:val="left"/>
      <w:pPr>
        <w:tabs>
          <w:tab w:val="num" w:pos="360"/>
        </w:tabs>
        <w:ind w:left="360" w:hanging="360"/>
      </w:pPr>
      <w:rPr>
        <w:rFonts w:ascii="Wingdings" w:hAnsi="Wingdings"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59537BD8"/>
    <w:multiLevelType w:val="hybridMultilevel"/>
    <w:tmpl w:val="E4343786"/>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65B50BFE"/>
    <w:multiLevelType w:val="hybridMultilevel"/>
    <w:tmpl w:val="801C56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9726711"/>
    <w:multiLevelType w:val="hybridMultilevel"/>
    <w:tmpl w:val="F4C00F06"/>
    <w:lvl w:ilvl="0" w:tplc="BA060D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
  </w:num>
  <w:num w:numId="3">
    <w:abstractNumId w:val="6"/>
  </w:num>
  <w:num w:numId="4">
    <w:abstractNumId w:val="9"/>
  </w:num>
  <w:num w:numId="5">
    <w:abstractNumId w:val="0"/>
  </w:num>
  <w:num w:numId="6">
    <w:abstractNumId w:val="7"/>
  </w:num>
  <w:num w:numId="7">
    <w:abstractNumId w:val="4"/>
  </w:num>
  <w:num w:numId="8">
    <w:abstractNumId w:val="6"/>
  </w:num>
  <w:num w:numId="9">
    <w:abstractNumId w:val="3"/>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64BB"/>
    <w:rsid w:val="0001648C"/>
    <w:rsid w:val="0004337A"/>
    <w:rsid w:val="000B6E39"/>
    <w:rsid w:val="00113007"/>
    <w:rsid w:val="00130847"/>
    <w:rsid w:val="0016105A"/>
    <w:rsid w:val="00174686"/>
    <w:rsid w:val="001832D4"/>
    <w:rsid w:val="00186ECC"/>
    <w:rsid w:val="001C4202"/>
    <w:rsid w:val="002053BF"/>
    <w:rsid w:val="0029502A"/>
    <w:rsid w:val="00295EA5"/>
    <w:rsid w:val="00330966"/>
    <w:rsid w:val="00341673"/>
    <w:rsid w:val="0035087A"/>
    <w:rsid w:val="00374963"/>
    <w:rsid w:val="003C5CF2"/>
    <w:rsid w:val="003D64BB"/>
    <w:rsid w:val="00466BF6"/>
    <w:rsid w:val="004D2861"/>
    <w:rsid w:val="00502BB3"/>
    <w:rsid w:val="005C1C50"/>
    <w:rsid w:val="00603549"/>
    <w:rsid w:val="006126A8"/>
    <w:rsid w:val="00614B7C"/>
    <w:rsid w:val="00614E1A"/>
    <w:rsid w:val="006735AD"/>
    <w:rsid w:val="006807C3"/>
    <w:rsid w:val="00840512"/>
    <w:rsid w:val="008508AE"/>
    <w:rsid w:val="0086767D"/>
    <w:rsid w:val="00895F9A"/>
    <w:rsid w:val="008B4CCC"/>
    <w:rsid w:val="008D1BF3"/>
    <w:rsid w:val="00946F8E"/>
    <w:rsid w:val="0097540B"/>
    <w:rsid w:val="0098470D"/>
    <w:rsid w:val="009C09B3"/>
    <w:rsid w:val="00A41DDE"/>
    <w:rsid w:val="00AB491C"/>
    <w:rsid w:val="00AB4937"/>
    <w:rsid w:val="00AB75A2"/>
    <w:rsid w:val="00AC3E4A"/>
    <w:rsid w:val="00AD024B"/>
    <w:rsid w:val="00AD7D47"/>
    <w:rsid w:val="00B16B21"/>
    <w:rsid w:val="00B21A64"/>
    <w:rsid w:val="00B3772D"/>
    <w:rsid w:val="00B93FFD"/>
    <w:rsid w:val="00BA0E17"/>
    <w:rsid w:val="00C12232"/>
    <w:rsid w:val="00C467BF"/>
    <w:rsid w:val="00C566ED"/>
    <w:rsid w:val="00C93E64"/>
    <w:rsid w:val="00C95F09"/>
    <w:rsid w:val="00DB7958"/>
    <w:rsid w:val="00E00F21"/>
    <w:rsid w:val="00E2040D"/>
    <w:rsid w:val="00E43B94"/>
    <w:rsid w:val="00E67F1C"/>
    <w:rsid w:val="00E77923"/>
    <w:rsid w:val="00E77AE1"/>
    <w:rsid w:val="00E8769F"/>
    <w:rsid w:val="00F252D4"/>
    <w:rsid w:val="00F87F31"/>
    <w:rsid w:val="00F91E16"/>
    <w:rsid w:val="00FA40CE"/>
    <w:rsid w:val="00FB2229"/>
    <w:rsid w:val="00FD49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4BB"/>
    <w:rPr>
      <w:rFonts w:ascii="Arial" w:eastAsia="Times New Roman" w:hAnsi="Arial"/>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D64BB"/>
    <w:pPr>
      <w:spacing w:after="220" w:line="220" w:lineRule="atLeast"/>
      <w:jc w:val="both"/>
    </w:pPr>
    <w:rPr>
      <w:spacing w:val="-5"/>
    </w:rPr>
  </w:style>
  <w:style w:type="character" w:customStyle="1" w:styleId="BodyTextChar">
    <w:name w:val="Body Text Char"/>
    <w:basedOn w:val="DefaultParagraphFont"/>
    <w:link w:val="BodyText"/>
    <w:uiPriority w:val="99"/>
    <w:locked/>
    <w:rsid w:val="003D64BB"/>
    <w:rPr>
      <w:rFonts w:ascii="Arial" w:hAnsi="Arial" w:cs="Times New Roman"/>
      <w:spacing w:val="-5"/>
      <w:sz w:val="20"/>
      <w:szCs w:val="20"/>
    </w:rPr>
  </w:style>
  <w:style w:type="paragraph" w:customStyle="1" w:styleId="Achievement">
    <w:name w:val="Achievement"/>
    <w:basedOn w:val="BodyText"/>
    <w:uiPriority w:val="99"/>
    <w:rsid w:val="003D64BB"/>
    <w:pPr>
      <w:spacing w:after="60"/>
      <w:ind w:left="245" w:hanging="245"/>
    </w:pPr>
  </w:style>
  <w:style w:type="paragraph" w:customStyle="1" w:styleId="Address1">
    <w:name w:val="Address 1"/>
    <w:basedOn w:val="Normal"/>
    <w:uiPriority w:val="99"/>
    <w:rsid w:val="003D64BB"/>
    <w:pPr>
      <w:framePr w:w="2160" w:wrap="notBeside" w:vAnchor="page" w:hAnchor="page" w:x="8281" w:y="1153"/>
      <w:spacing w:line="160" w:lineRule="atLeast"/>
      <w:jc w:val="both"/>
    </w:pPr>
    <w:rPr>
      <w:sz w:val="14"/>
    </w:rPr>
  </w:style>
  <w:style w:type="paragraph" w:customStyle="1" w:styleId="CompanyName">
    <w:name w:val="Company Name"/>
    <w:basedOn w:val="Normal"/>
    <w:next w:val="Normal"/>
    <w:autoRedefine/>
    <w:uiPriority w:val="99"/>
    <w:rsid w:val="003D64BB"/>
    <w:pPr>
      <w:tabs>
        <w:tab w:val="left" w:pos="5528"/>
        <w:tab w:val="left" w:pos="5693"/>
      </w:tabs>
    </w:pPr>
    <w:rPr>
      <w:rFonts w:cs="Arial"/>
      <w:b/>
      <w:i/>
      <w:noProof/>
      <w:sz w:val="22"/>
      <w:szCs w:val="22"/>
    </w:rPr>
  </w:style>
  <w:style w:type="paragraph" w:customStyle="1" w:styleId="JobTitle">
    <w:name w:val="Job Title"/>
    <w:next w:val="Achievement"/>
    <w:uiPriority w:val="99"/>
    <w:rsid w:val="003D64BB"/>
    <w:pPr>
      <w:spacing w:after="60" w:line="220" w:lineRule="atLeast"/>
    </w:pPr>
    <w:rPr>
      <w:rFonts w:ascii="Arial Black" w:eastAsia="Times New Roman" w:hAnsi="Arial Black"/>
      <w:spacing w:val="-10"/>
      <w:sz w:val="20"/>
      <w:szCs w:val="20"/>
    </w:rPr>
  </w:style>
  <w:style w:type="paragraph" w:customStyle="1" w:styleId="Name">
    <w:name w:val="Name"/>
    <w:basedOn w:val="Normal"/>
    <w:next w:val="Normal"/>
    <w:uiPriority w:val="99"/>
    <w:rsid w:val="003D64BB"/>
    <w:pPr>
      <w:pBdr>
        <w:bottom w:val="single" w:sz="6" w:space="4" w:color="auto"/>
      </w:pBdr>
      <w:spacing w:after="440" w:line="240" w:lineRule="atLeast"/>
    </w:pPr>
    <w:rPr>
      <w:rFonts w:ascii="Arial Black" w:hAnsi="Arial Black"/>
      <w:spacing w:val="-35"/>
      <w:sz w:val="54"/>
    </w:rPr>
  </w:style>
  <w:style w:type="paragraph" w:customStyle="1" w:styleId="SectionTitle">
    <w:name w:val="Section Title"/>
    <w:basedOn w:val="Normal"/>
    <w:next w:val="Normal"/>
    <w:autoRedefine/>
    <w:uiPriority w:val="99"/>
    <w:rsid w:val="003D64BB"/>
    <w:pPr>
      <w:spacing w:before="220" w:line="220" w:lineRule="atLeast"/>
      <w:jc w:val="both"/>
    </w:pPr>
    <w:rPr>
      <w:rFonts w:cs="Arial"/>
      <w:b/>
      <w:bCs/>
      <w:spacing w:val="-10"/>
    </w:rPr>
  </w:style>
  <w:style w:type="paragraph" w:customStyle="1" w:styleId="NormalBlack">
    <w:name w:val="Normal + Black"/>
    <w:basedOn w:val="Normal"/>
    <w:uiPriority w:val="99"/>
    <w:rsid w:val="003D64BB"/>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4</Pages>
  <Words>1386</Words>
  <Characters>7901</Characters>
  <Application>Microsoft Office Outlook</Application>
  <DocSecurity>0</DocSecurity>
  <Lines>0</Lines>
  <Paragraphs>0</Paragraphs>
  <ScaleCrop>false</ScaleCrop>
  <Company>EGL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Hernandez</dc:creator>
  <cp:keywords/>
  <dc:description/>
  <cp:lastModifiedBy>HP Authorized Customer</cp:lastModifiedBy>
  <cp:revision>18</cp:revision>
  <dcterms:created xsi:type="dcterms:W3CDTF">2011-11-29T17:29:00Z</dcterms:created>
  <dcterms:modified xsi:type="dcterms:W3CDTF">2012-01-09T17:37:00Z</dcterms:modified>
</cp:coreProperties>
</file>